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07" w:rsidRPr="008C4BE6" w:rsidRDefault="00BC1507">
      <w:pPr>
        <w:pStyle w:val="Tiitel"/>
      </w:pPr>
      <w:r w:rsidRPr="008C4BE6">
        <w:t>TÖÖVÕTU</w:t>
      </w:r>
      <w:r w:rsidR="005A1CA9">
        <w:t>LEPING</w:t>
      </w:r>
      <w:r w:rsidRPr="008C4BE6">
        <w:t xml:space="preserve"> nr</w:t>
      </w:r>
      <w:r w:rsidR="00E61A0C">
        <w:t>. 9-15/</w:t>
      </w:r>
    </w:p>
    <w:p w:rsidR="00BC1507" w:rsidRPr="008C4BE6" w:rsidRDefault="00BC1507">
      <w:pPr>
        <w:jc w:val="both"/>
        <w:rPr>
          <w:spacing w:val="0"/>
        </w:rPr>
      </w:pPr>
    </w:p>
    <w:p w:rsidR="00C70CB6" w:rsidRPr="008C4BE6" w:rsidRDefault="00C70CB6">
      <w:pPr>
        <w:jc w:val="both"/>
        <w:rPr>
          <w:spacing w:val="0"/>
        </w:rPr>
      </w:pPr>
    </w:p>
    <w:p w:rsidR="00BC1507" w:rsidRPr="008C4BE6" w:rsidRDefault="000577C6">
      <w:pPr>
        <w:jc w:val="both"/>
        <w:rPr>
          <w:spacing w:val="0"/>
        </w:rPr>
      </w:pPr>
      <w:r w:rsidRPr="008C4BE6">
        <w:rPr>
          <w:spacing w:val="0"/>
        </w:rPr>
        <w:tab/>
      </w:r>
      <w:r w:rsidRPr="008C4BE6">
        <w:rPr>
          <w:spacing w:val="0"/>
        </w:rPr>
        <w:tab/>
      </w:r>
      <w:r w:rsidR="00BC1507" w:rsidRPr="008C4BE6">
        <w:rPr>
          <w:spacing w:val="0"/>
        </w:rPr>
        <w:tab/>
      </w:r>
      <w:r w:rsidR="00BC1507" w:rsidRPr="008C4BE6">
        <w:rPr>
          <w:spacing w:val="0"/>
        </w:rPr>
        <w:tab/>
      </w:r>
      <w:r w:rsidR="00BC1507" w:rsidRPr="008C4BE6">
        <w:rPr>
          <w:spacing w:val="0"/>
        </w:rPr>
        <w:tab/>
      </w:r>
      <w:r w:rsidR="00BC1507" w:rsidRPr="008C4BE6">
        <w:rPr>
          <w:spacing w:val="0"/>
        </w:rPr>
        <w:tab/>
      </w:r>
      <w:r w:rsidRPr="008C4BE6">
        <w:rPr>
          <w:spacing w:val="0"/>
        </w:rPr>
        <w:tab/>
      </w:r>
      <w:r w:rsidRPr="008C4BE6">
        <w:rPr>
          <w:spacing w:val="0"/>
        </w:rPr>
        <w:tab/>
      </w:r>
      <w:r w:rsidR="00D05C7D">
        <w:rPr>
          <w:spacing w:val="0"/>
        </w:rPr>
        <w:t xml:space="preserve">     </w:t>
      </w:r>
      <w:r w:rsidR="008554E5">
        <w:rPr>
          <w:spacing w:val="0"/>
        </w:rPr>
        <w:t xml:space="preserve">           07.09</w:t>
      </w:r>
      <w:r w:rsidR="00047690">
        <w:rPr>
          <w:spacing w:val="0"/>
        </w:rPr>
        <w:t>.</w:t>
      </w:r>
      <w:r w:rsidR="008554E5">
        <w:rPr>
          <w:spacing w:val="0"/>
        </w:rPr>
        <w:t xml:space="preserve"> 2016</w:t>
      </w:r>
    </w:p>
    <w:p w:rsidR="00BC1507" w:rsidRPr="008C4BE6" w:rsidRDefault="00BC1507">
      <w:pPr>
        <w:jc w:val="both"/>
        <w:rPr>
          <w:spacing w:val="0"/>
        </w:rPr>
      </w:pPr>
    </w:p>
    <w:p w:rsidR="00C70CB6" w:rsidRPr="008C4BE6" w:rsidRDefault="00C70CB6">
      <w:pPr>
        <w:jc w:val="both"/>
        <w:rPr>
          <w:spacing w:val="0"/>
        </w:rPr>
      </w:pPr>
    </w:p>
    <w:p w:rsidR="00BC1507" w:rsidRPr="008C4BE6" w:rsidRDefault="00BC1507">
      <w:pPr>
        <w:jc w:val="both"/>
        <w:rPr>
          <w:spacing w:val="0"/>
        </w:rPr>
      </w:pPr>
      <w:r w:rsidRPr="008C4BE6">
        <w:rPr>
          <w:b/>
          <w:bCs/>
          <w:spacing w:val="0"/>
        </w:rPr>
        <w:t>Riigimetsa Majandamise Keskus</w:t>
      </w:r>
      <w:r w:rsidRPr="008C4BE6">
        <w:rPr>
          <w:spacing w:val="0"/>
        </w:rPr>
        <w:t>,</w:t>
      </w:r>
      <w:r w:rsidR="0064159D">
        <w:rPr>
          <w:spacing w:val="0"/>
        </w:rPr>
        <w:t xml:space="preserve"> keda esindab juhatuse esimehe 21.01. </w:t>
      </w:r>
      <w:r w:rsidRPr="008C4BE6">
        <w:rPr>
          <w:spacing w:val="0"/>
        </w:rPr>
        <w:t>20</w:t>
      </w:r>
      <w:r w:rsidR="0064159D">
        <w:rPr>
          <w:spacing w:val="0"/>
        </w:rPr>
        <w:t>13</w:t>
      </w:r>
      <w:r w:rsidRPr="008C4BE6">
        <w:rPr>
          <w:spacing w:val="0"/>
        </w:rPr>
        <w:t>a käskkirja</w:t>
      </w:r>
      <w:r w:rsidR="0064159D">
        <w:rPr>
          <w:spacing w:val="0"/>
        </w:rPr>
        <w:t xml:space="preserve"> 1-5</w:t>
      </w:r>
      <w:r w:rsidRPr="008C4BE6">
        <w:rPr>
          <w:spacing w:val="0"/>
        </w:rPr>
        <w:t xml:space="preserve"> </w:t>
      </w:r>
      <w:r w:rsidR="00827963" w:rsidRPr="008C4BE6">
        <w:rPr>
          <w:spacing w:val="0"/>
        </w:rPr>
        <w:t>/</w:t>
      </w:r>
      <w:r w:rsidR="0064159D">
        <w:rPr>
          <w:spacing w:val="0"/>
        </w:rPr>
        <w:t>10</w:t>
      </w:r>
      <w:r w:rsidR="00827963" w:rsidRPr="008C4BE6">
        <w:rPr>
          <w:spacing w:val="0"/>
        </w:rPr>
        <w:t xml:space="preserve"> </w:t>
      </w:r>
      <w:r w:rsidRPr="008C4BE6">
        <w:rPr>
          <w:spacing w:val="0"/>
        </w:rPr>
        <w:t xml:space="preserve"> alusel </w:t>
      </w:r>
      <w:r w:rsidR="0064159D">
        <w:rPr>
          <w:spacing w:val="0"/>
        </w:rPr>
        <w:t>RMK KO Põhja halduspiirkonna remondi- ja hooldusspetsialist</w:t>
      </w:r>
      <w:r w:rsidR="0064159D">
        <w:rPr>
          <w:i/>
          <w:iCs/>
          <w:spacing w:val="0"/>
        </w:rPr>
        <w:t xml:space="preserve"> Matti Mölder</w:t>
      </w:r>
      <w:r w:rsidRPr="008C4BE6">
        <w:rPr>
          <w:spacing w:val="0"/>
        </w:rPr>
        <w:t xml:space="preserve">, edaspidi </w:t>
      </w:r>
      <w:r w:rsidRPr="008C4BE6">
        <w:rPr>
          <w:b/>
          <w:bCs/>
          <w:spacing w:val="0"/>
        </w:rPr>
        <w:t>Tellija,</w:t>
      </w:r>
      <w:r w:rsidRPr="008C4BE6">
        <w:rPr>
          <w:spacing w:val="0"/>
        </w:rPr>
        <w:t xml:space="preserve"> ühelt poolt,</w:t>
      </w:r>
    </w:p>
    <w:p w:rsidR="00156D0F" w:rsidRDefault="00156D0F">
      <w:pPr>
        <w:jc w:val="both"/>
        <w:rPr>
          <w:spacing w:val="0"/>
        </w:rPr>
      </w:pPr>
    </w:p>
    <w:p w:rsidR="00BC1507" w:rsidRPr="008C4BE6" w:rsidRDefault="00BC1507">
      <w:pPr>
        <w:jc w:val="both"/>
        <w:rPr>
          <w:spacing w:val="0"/>
        </w:rPr>
      </w:pPr>
      <w:r w:rsidRPr="008C4BE6">
        <w:rPr>
          <w:spacing w:val="0"/>
        </w:rPr>
        <w:t>ja</w:t>
      </w:r>
      <w:r w:rsidR="00827963" w:rsidRPr="008C4BE6">
        <w:rPr>
          <w:spacing w:val="0"/>
        </w:rPr>
        <w:t xml:space="preserve"> </w:t>
      </w:r>
      <w:proofErr w:type="spellStart"/>
      <w:r w:rsidR="00F938AF">
        <w:rPr>
          <w:spacing w:val="0"/>
        </w:rPr>
        <w:t>Madest</w:t>
      </w:r>
      <w:proofErr w:type="spellEnd"/>
      <w:r w:rsidR="0064159D">
        <w:rPr>
          <w:spacing w:val="0"/>
        </w:rPr>
        <w:t xml:space="preserve"> OÜ</w:t>
      </w:r>
      <w:r w:rsidR="00AE4EB4">
        <w:rPr>
          <w:spacing w:val="0"/>
        </w:rPr>
        <w:t>,</w:t>
      </w:r>
      <w:r w:rsidR="00841550" w:rsidRPr="008C4BE6">
        <w:rPr>
          <w:i/>
          <w:iCs/>
          <w:spacing w:val="0"/>
        </w:rPr>
        <w:t xml:space="preserve"> </w:t>
      </w:r>
      <w:r w:rsidR="00841550" w:rsidRPr="005A1CA9">
        <w:rPr>
          <w:iCs/>
          <w:spacing w:val="0"/>
        </w:rPr>
        <w:t xml:space="preserve">keda esindab seaduse ja põhikirja </w:t>
      </w:r>
      <w:r w:rsidR="008166C8" w:rsidRPr="005A1CA9">
        <w:rPr>
          <w:iCs/>
          <w:spacing w:val="0"/>
        </w:rPr>
        <w:t xml:space="preserve">alusel juhatuse liige </w:t>
      </w:r>
      <w:r w:rsidR="00F938AF">
        <w:rPr>
          <w:i/>
          <w:iCs/>
          <w:spacing w:val="0"/>
        </w:rPr>
        <w:t>Madis Arm</w:t>
      </w:r>
      <w:r w:rsidR="00841550" w:rsidRPr="008C4BE6">
        <w:rPr>
          <w:i/>
          <w:iCs/>
          <w:spacing w:val="0"/>
        </w:rPr>
        <w:t xml:space="preserve">, </w:t>
      </w:r>
      <w:r w:rsidRPr="008C4BE6">
        <w:rPr>
          <w:spacing w:val="0"/>
        </w:rPr>
        <w:t xml:space="preserve">edaspidi </w:t>
      </w:r>
      <w:r w:rsidRPr="008C4BE6">
        <w:rPr>
          <w:b/>
          <w:bCs/>
          <w:spacing w:val="0"/>
        </w:rPr>
        <w:t>Töövõtja</w:t>
      </w:r>
      <w:r w:rsidRPr="008C4BE6">
        <w:rPr>
          <w:spacing w:val="0"/>
        </w:rPr>
        <w:t xml:space="preserve">, teiselt poolt, </w:t>
      </w:r>
    </w:p>
    <w:p w:rsidR="00C70CB6" w:rsidRPr="008C4BE6" w:rsidRDefault="00C70CB6">
      <w:pPr>
        <w:jc w:val="both"/>
        <w:rPr>
          <w:spacing w:val="0"/>
        </w:rPr>
      </w:pPr>
    </w:p>
    <w:p w:rsidR="00BC1507" w:rsidRPr="008C4BE6" w:rsidRDefault="00BC1507">
      <w:pPr>
        <w:jc w:val="both"/>
        <w:rPr>
          <w:spacing w:val="0"/>
        </w:rPr>
      </w:pPr>
      <w:r w:rsidRPr="008C4BE6">
        <w:rPr>
          <w:spacing w:val="0"/>
        </w:rPr>
        <w:t xml:space="preserve">keda nimetatakse edaspidi </w:t>
      </w:r>
      <w:r w:rsidRPr="008C4BE6">
        <w:rPr>
          <w:b/>
          <w:spacing w:val="0"/>
        </w:rPr>
        <w:t xml:space="preserve">Pool </w:t>
      </w:r>
      <w:r w:rsidRPr="008C4BE6">
        <w:rPr>
          <w:spacing w:val="0"/>
        </w:rPr>
        <w:t xml:space="preserve">või </w:t>
      </w:r>
      <w:r w:rsidR="00A728B9">
        <w:rPr>
          <w:spacing w:val="0"/>
        </w:rPr>
        <w:t>ühiselt</w:t>
      </w:r>
      <w:r w:rsidRPr="008C4BE6">
        <w:rPr>
          <w:spacing w:val="0"/>
        </w:rPr>
        <w:t xml:space="preserve"> </w:t>
      </w:r>
      <w:r w:rsidRPr="008C4BE6">
        <w:rPr>
          <w:b/>
          <w:spacing w:val="0"/>
        </w:rPr>
        <w:t>Pooled</w:t>
      </w:r>
      <w:r w:rsidRPr="008C4BE6">
        <w:rPr>
          <w:spacing w:val="0"/>
        </w:rPr>
        <w:t>,</w:t>
      </w:r>
    </w:p>
    <w:p w:rsidR="00C70CB6" w:rsidRPr="008C4BE6" w:rsidRDefault="00C70CB6">
      <w:pPr>
        <w:jc w:val="both"/>
        <w:rPr>
          <w:spacing w:val="0"/>
        </w:rPr>
      </w:pPr>
    </w:p>
    <w:p w:rsidR="00A728B9" w:rsidRPr="00A26DCB" w:rsidRDefault="00BC1507" w:rsidP="00A728B9">
      <w:pPr>
        <w:rPr>
          <w:spacing w:val="0"/>
          <w:lang w:eastAsia="et-EE"/>
        </w:rPr>
      </w:pPr>
      <w:r w:rsidRPr="008C4BE6">
        <w:rPr>
          <w:spacing w:val="0"/>
        </w:rPr>
        <w:t xml:space="preserve">sõlmisid käesoleva </w:t>
      </w:r>
      <w:r w:rsidR="005A1CA9">
        <w:rPr>
          <w:spacing w:val="0"/>
        </w:rPr>
        <w:t>leping</w:t>
      </w:r>
      <w:r w:rsidRPr="008C4BE6">
        <w:rPr>
          <w:spacing w:val="0"/>
        </w:rPr>
        <w:t>u</w:t>
      </w:r>
      <w:r w:rsidR="00A728B9">
        <w:rPr>
          <w:spacing w:val="0"/>
        </w:rPr>
        <w:t xml:space="preserve">, </w:t>
      </w:r>
      <w:r w:rsidRPr="008C4BE6">
        <w:rPr>
          <w:spacing w:val="0"/>
        </w:rPr>
        <w:t xml:space="preserve">edaspidi </w:t>
      </w:r>
      <w:r w:rsidR="005A1CA9">
        <w:rPr>
          <w:b/>
          <w:bCs/>
          <w:spacing w:val="0"/>
        </w:rPr>
        <w:t>Leping</w:t>
      </w:r>
      <w:r w:rsidR="00A728B9">
        <w:rPr>
          <w:b/>
          <w:bCs/>
          <w:spacing w:val="0"/>
        </w:rPr>
        <w:t>,</w:t>
      </w:r>
      <w:r w:rsidR="00A728B9" w:rsidRPr="00A26DCB">
        <w:rPr>
          <w:spacing w:val="0"/>
          <w:lang w:eastAsia="et-EE"/>
        </w:rPr>
        <w:t xml:space="preserve"> alljärgnevas: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1 </w:t>
      </w:r>
      <w:r w:rsidR="005A1CA9">
        <w:rPr>
          <w:b/>
          <w:bCs/>
          <w:spacing w:val="0"/>
        </w:rPr>
        <w:t>Leping</w:t>
      </w:r>
      <w:r w:rsidRPr="008C4BE6">
        <w:rPr>
          <w:b/>
          <w:bCs/>
          <w:spacing w:val="0"/>
        </w:rPr>
        <w:t>u objekt</w:t>
      </w:r>
    </w:p>
    <w:p w:rsidR="0064159D" w:rsidRDefault="005A1CA9" w:rsidP="0064159D">
      <w:pPr>
        <w:pStyle w:val="Loendilik"/>
        <w:numPr>
          <w:ilvl w:val="1"/>
          <w:numId w:val="1"/>
        </w:numPr>
        <w:jc w:val="both"/>
        <w:rPr>
          <w:spacing w:val="0"/>
        </w:rPr>
      </w:pPr>
      <w:r w:rsidRPr="0064159D">
        <w:rPr>
          <w:spacing w:val="0"/>
        </w:rPr>
        <w:t>Leping</w:t>
      </w:r>
      <w:r w:rsidR="0063054E" w:rsidRPr="0064159D">
        <w:rPr>
          <w:spacing w:val="0"/>
        </w:rPr>
        <w:t>u objektiks on Töö</w:t>
      </w:r>
      <w:r w:rsidR="0064159D" w:rsidRPr="0064159D">
        <w:rPr>
          <w:spacing w:val="0"/>
        </w:rPr>
        <w:t xml:space="preserve">võtja poolt Tellijale järgmiste </w:t>
      </w:r>
      <w:r w:rsidR="0063054E" w:rsidRPr="0064159D">
        <w:rPr>
          <w:spacing w:val="0"/>
        </w:rPr>
        <w:t xml:space="preserve">tööde teostamine </w:t>
      </w:r>
      <w:r w:rsidR="0063054E" w:rsidRPr="0064159D">
        <w:rPr>
          <w:i/>
          <w:spacing w:val="0"/>
        </w:rPr>
        <w:t xml:space="preserve"> </w:t>
      </w:r>
      <w:r w:rsidRPr="0064159D">
        <w:rPr>
          <w:spacing w:val="0"/>
        </w:rPr>
        <w:t>Leping</w:t>
      </w:r>
      <w:r w:rsidR="008A2C3F" w:rsidRPr="0064159D">
        <w:rPr>
          <w:spacing w:val="0"/>
        </w:rPr>
        <w:t>uga kok</w:t>
      </w:r>
      <w:r w:rsidR="008A2C3F" w:rsidRPr="0064159D">
        <w:rPr>
          <w:spacing w:val="0"/>
        </w:rPr>
        <w:softHyphen/>
        <w:t>kulepitud tingimustel ja ko</w:t>
      </w:r>
      <w:r w:rsidR="0064159D" w:rsidRPr="0064159D">
        <w:rPr>
          <w:spacing w:val="0"/>
        </w:rPr>
        <w:t>rras,</w:t>
      </w:r>
      <w:r w:rsidR="00A728B9" w:rsidRPr="0064159D">
        <w:rPr>
          <w:i/>
          <w:iCs/>
          <w:spacing w:val="0"/>
        </w:rPr>
        <w:t xml:space="preserve"> </w:t>
      </w:r>
      <w:r w:rsidR="0064159D" w:rsidRPr="0064159D">
        <w:rPr>
          <w:i/>
          <w:iCs/>
          <w:spacing w:val="0"/>
        </w:rPr>
        <w:t>(</w:t>
      </w:r>
      <w:r w:rsidR="00BC1507" w:rsidRPr="0064159D">
        <w:rPr>
          <w:spacing w:val="0"/>
        </w:rPr>
        <w:t xml:space="preserve">edaspidi </w:t>
      </w:r>
      <w:r w:rsidR="00BC1507" w:rsidRPr="0064159D">
        <w:rPr>
          <w:b/>
          <w:bCs/>
          <w:spacing w:val="0"/>
        </w:rPr>
        <w:t>Töö</w:t>
      </w:r>
      <w:r w:rsidR="00BC1507" w:rsidRPr="0064159D">
        <w:rPr>
          <w:spacing w:val="0"/>
        </w:rPr>
        <w:t>.</w:t>
      </w:r>
      <w:r w:rsidR="0064159D">
        <w:rPr>
          <w:spacing w:val="0"/>
        </w:rPr>
        <w:t>):</w:t>
      </w:r>
    </w:p>
    <w:p w:rsidR="0064159D" w:rsidRDefault="002E75FC" w:rsidP="002E75FC">
      <w:pPr>
        <w:jc w:val="both"/>
        <w:rPr>
          <w:spacing w:val="0"/>
        </w:rPr>
      </w:pPr>
      <w:r>
        <w:rPr>
          <w:spacing w:val="0"/>
        </w:rPr>
        <w:t xml:space="preserve">1.1.2 </w:t>
      </w:r>
      <w:r w:rsidR="008554E5">
        <w:rPr>
          <w:spacing w:val="0"/>
        </w:rPr>
        <w:t xml:space="preserve">RMK Sonda kontori </w:t>
      </w:r>
      <w:proofErr w:type="spellStart"/>
      <w:r w:rsidR="008554E5">
        <w:rPr>
          <w:spacing w:val="0"/>
        </w:rPr>
        <w:t>Garaazi</w:t>
      </w:r>
      <w:proofErr w:type="spellEnd"/>
      <w:r w:rsidR="008554E5">
        <w:rPr>
          <w:spacing w:val="0"/>
        </w:rPr>
        <w:t xml:space="preserve"> remonttööd, vastavalt</w:t>
      </w:r>
      <w:r w:rsidR="00F60906">
        <w:rPr>
          <w:spacing w:val="0"/>
        </w:rPr>
        <w:t xml:space="preserve"> hinnapakkumuse nr.1</w:t>
      </w:r>
      <w:r w:rsidR="00946781">
        <w:rPr>
          <w:spacing w:val="0"/>
        </w:rPr>
        <w:t>;</w:t>
      </w:r>
      <w:r w:rsidR="00F60906">
        <w:rPr>
          <w:spacing w:val="0"/>
        </w:rPr>
        <w:t xml:space="preserve"> 20.05.2016</w:t>
      </w:r>
    </w:p>
    <w:p w:rsidR="00F60906" w:rsidRDefault="00946781" w:rsidP="002E75FC">
      <w:pPr>
        <w:jc w:val="both"/>
        <w:rPr>
          <w:spacing w:val="0"/>
        </w:rPr>
      </w:pPr>
      <w:r>
        <w:rPr>
          <w:spacing w:val="0"/>
        </w:rPr>
        <w:t>t</w:t>
      </w:r>
      <w:r w:rsidR="00F60906">
        <w:rPr>
          <w:spacing w:val="0"/>
        </w:rPr>
        <w:t>öödekirjeldusele. (</w:t>
      </w:r>
      <w:r>
        <w:rPr>
          <w:spacing w:val="0"/>
        </w:rPr>
        <w:t>katuse ja seinte remont, avatäidetepaigaldamine, elektritööd)</w:t>
      </w:r>
    </w:p>
    <w:p w:rsidR="002E75FC" w:rsidRPr="002E75FC" w:rsidRDefault="002E75FC" w:rsidP="002E75FC">
      <w:pPr>
        <w:jc w:val="both"/>
        <w:rPr>
          <w:spacing w:val="0"/>
        </w:rPr>
      </w:pPr>
    </w:p>
    <w:p w:rsidR="002E75FC" w:rsidRPr="002E75FC" w:rsidRDefault="002E75FC" w:rsidP="002E75FC">
      <w:pPr>
        <w:jc w:val="both"/>
        <w:rPr>
          <w:spacing w:val="0"/>
        </w:rPr>
      </w:pPr>
    </w:p>
    <w:p w:rsidR="0064159D" w:rsidRPr="0064159D" w:rsidRDefault="0064159D" w:rsidP="0064159D">
      <w:pPr>
        <w:pStyle w:val="Loendilik"/>
        <w:ind w:left="420"/>
        <w:jc w:val="both"/>
        <w:rPr>
          <w:spacing w:val="0"/>
        </w:rPr>
      </w:pPr>
    </w:p>
    <w:p w:rsidR="00BC1507" w:rsidRPr="008C4BE6" w:rsidRDefault="00F76026">
      <w:pPr>
        <w:jc w:val="both"/>
        <w:rPr>
          <w:spacing w:val="0"/>
        </w:rPr>
      </w:pPr>
      <w:r>
        <w:rPr>
          <w:spacing w:val="0"/>
        </w:rPr>
        <w:t>1.3</w:t>
      </w:r>
      <w:r w:rsidR="00BC1507" w:rsidRPr="008C4BE6">
        <w:rPr>
          <w:spacing w:val="0"/>
        </w:rPr>
        <w:t xml:space="preserve"> Töö peab vas</w:t>
      </w:r>
      <w:r w:rsidR="0064159D">
        <w:rPr>
          <w:spacing w:val="0"/>
        </w:rPr>
        <w:t>tama järgmistele tingimustele: teostatakse töövõtja vahenditega</w:t>
      </w:r>
      <w:r w:rsidR="00B1468C">
        <w:rPr>
          <w:spacing w:val="0"/>
        </w:rPr>
        <w:t xml:space="preserve"> vastavalt esitatud tööde kirjeldusele ja hinnakalkulatsioonile.</w:t>
      </w:r>
    </w:p>
    <w:p w:rsidR="00BC1507" w:rsidRPr="008C4BE6" w:rsidRDefault="00F76026">
      <w:pPr>
        <w:jc w:val="both"/>
        <w:rPr>
          <w:spacing w:val="0"/>
        </w:rPr>
      </w:pPr>
      <w:r>
        <w:rPr>
          <w:spacing w:val="0"/>
        </w:rPr>
        <w:t>1.4</w:t>
      </w:r>
      <w:r w:rsidR="00BC1507" w:rsidRPr="008C4BE6">
        <w:rPr>
          <w:spacing w:val="0"/>
        </w:rPr>
        <w:t xml:space="preserve"> Tellija on annab Töövõtjale Töö teostamiseks järgmi</w:t>
      </w:r>
      <w:r w:rsidR="00047690">
        <w:rPr>
          <w:spacing w:val="0"/>
        </w:rPr>
        <w:t xml:space="preserve">st informatsiooni ja </w:t>
      </w:r>
      <w:r w:rsidR="0064159D">
        <w:rPr>
          <w:spacing w:val="0"/>
        </w:rPr>
        <w:t>juhend</w:t>
      </w:r>
      <w:r w:rsidR="00047690">
        <w:rPr>
          <w:spacing w:val="0"/>
        </w:rPr>
        <w:t>id</w:t>
      </w:r>
      <w:r w:rsidR="0064159D">
        <w:rPr>
          <w:spacing w:val="0"/>
        </w:rPr>
        <w:t xml:space="preserve"> tööde teostamiseks</w:t>
      </w:r>
      <w:r w:rsidR="00047690">
        <w:rPr>
          <w:spacing w:val="0"/>
        </w:rPr>
        <w:t>: lähteülesanne.</w:t>
      </w:r>
    </w:p>
    <w:p w:rsidR="00BC1507" w:rsidRPr="008C4BE6" w:rsidRDefault="00F76026">
      <w:pPr>
        <w:jc w:val="both"/>
        <w:rPr>
          <w:spacing w:val="0"/>
        </w:rPr>
      </w:pPr>
      <w:r>
        <w:rPr>
          <w:spacing w:val="0"/>
        </w:rPr>
        <w:t>1.5</w:t>
      </w:r>
      <w:r w:rsidR="00BC1507" w:rsidRPr="008C4BE6">
        <w:rPr>
          <w:spacing w:val="0"/>
        </w:rPr>
        <w:t xml:space="preserve"> Tellijal on õigus jooksvalt kontrollida Töö tegemise käiku. Töövõtja on kohustatud kohe</w:t>
      </w:r>
      <w:r w:rsidR="00BC1507" w:rsidRPr="008C4BE6">
        <w:rPr>
          <w:spacing w:val="0"/>
        </w:rPr>
        <w:softHyphen/>
        <w:t>selt informeerima Tellijat Töö tegemise käigus tekkinud probleemidest ning nõutama Tellija juhiseid ja informatsiooni.</w:t>
      </w:r>
    </w:p>
    <w:p w:rsidR="00BC1507" w:rsidRPr="008C4BE6" w:rsidRDefault="00F76026">
      <w:pPr>
        <w:jc w:val="both"/>
        <w:rPr>
          <w:spacing w:val="0"/>
        </w:rPr>
      </w:pPr>
      <w:r>
        <w:rPr>
          <w:spacing w:val="0"/>
        </w:rPr>
        <w:t>1.6</w:t>
      </w:r>
      <w:r w:rsidR="00BC1507" w:rsidRPr="008C4BE6">
        <w:rPr>
          <w:spacing w:val="0"/>
        </w:rPr>
        <w:t xml:space="preserve"> Tellija määrab oma esindaja juhendama Tööde teostamist, Töövõtjale vajaliku informat</w:t>
      </w:r>
      <w:r w:rsidR="00BC1507" w:rsidRPr="008C4BE6">
        <w:rPr>
          <w:spacing w:val="0"/>
        </w:rPr>
        <w:softHyphen/>
        <w:t>siooni andmiseks ning Tööde kvaliteedi kontrollimiseks. Tellija esindajaks on:</w:t>
      </w:r>
      <w:r w:rsidR="0064159D">
        <w:rPr>
          <w:spacing w:val="0"/>
        </w:rPr>
        <w:t xml:space="preserve"> Matti Mölder</w:t>
      </w:r>
      <w:r w:rsidR="00B1468C">
        <w:rPr>
          <w:spacing w:val="0"/>
        </w:rPr>
        <w:t>, RMK KO Põhja halduspiirkonna remondi- ja hooldusspetsialist</w:t>
      </w:r>
      <w:r w:rsidR="00BC1507" w:rsidRPr="008C4BE6">
        <w:rPr>
          <w:i/>
          <w:spacing w:val="0"/>
        </w:rPr>
        <w:t xml:space="preserve">, </w:t>
      </w:r>
      <w:r w:rsidR="00B1468C">
        <w:rPr>
          <w:spacing w:val="0"/>
        </w:rPr>
        <w:t>telefon: 5119914</w:t>
      </w:r>
      <w:r w:rsidR="00BC1507" w:rsidRPr="008C4BE6">
        <w:rPr>
          <w:spacing w:val="0"/>
        </w:rPr>
        <w:t xml:space="preserve"> e-post</w:t>
      </w:r>
      <w:r w:rsidR="00B1468C">
        <w:rPr>
          <w:spacing w:val="0"/>
        </w:rPr>
        <w:t>: matti.molder@rmk.ee</w:t>
      </w:r>
    </w:p>
    <w:p w:rsidR="00BC1507" w:rsidRDefault="00F76026">
      <w:pPr>
        <w:jc w:val="both"/>
        <w:rPr>
          <w:spacing w:val="0"/>
        </w:rPr>
      </w:pPr>
      <w:r>
        <w:rPr>
          <w:spacing w:val="0"/>
        </w:rPr>
        <w:t>1.7</w:t>
      </w:r>
      <w:r w:rsidR="00BC1507" w:rsidRPr="008C4BE6">
        <w:rPr>
          <w:spacing w:val="0"/>
        </w:rPr>
        <w:t xml:space="preserve"> Töövõtja peab töö tegemisel kinni pidama Tellija poolt kehtestatud ja Töövõtjale tutvus</w:t>
      </w:r>
      <w:r w:rsidR="00BC1507" w:rsidRPr="008C4BE6">
        <w:rPr>
          <w:spacing w:val="0"/>
        </w:rPr>
        <w:softHyphen/>
        <w:t>tatud keskkonnanõuetest</w:t>
      </w:r>
      <w:r w:rsidR="00B1468C">
        <w:rPr>
          <w:spacing w:val="0"/>
        </w:rPr>
        <w:t xml:space="preserve"> ja juhenditest: </w:t>
      </w:r>
    </w:p>
    <w:p w:rsidR="00B1468C" w:rsidRDefault="00B1468C">
      <w:pPr>
        <w:jc w:val="both"/>
        <w:rPr>
          <w:spacing w:val="0"/>
        </w:rPr>
      </w:pPr>
      <w:r>
        <w:rPr>
          <w:spacing w:val="0"/>
        </w:rPr>
        <w:t>1.Jäätmekäitluseeskiri</w:t>
      </w:r>
    </w:p>
    <w:p w:rsidR="00B1468C" w:rsidRDefault="00E61A0C">
      <w:pPr>
        <w:jc w:val="both"/>
        <w:rPr>
          <w:spacing w:val="0"/>
        </w:rPr>
      </w:pPr>
      <w:r>
        <w:rPr>
          <w:spacing w:val="0"/>
        </w:rPr>
        <w:t>2.Ohutusjuhend nr.1</w:t>
      </w:r>
      <w:r w:rsidR="00C6417A">
        <w:rPr>
          <w:spacing w:val="0"/>
        </w:rPr>
        <w:t>(töötamisel RMK objektil)</w:t>
      </w:r>
    </w:p>
    <w:p w:rsidR="00E61A0C" w:rsidRPr="008C4BE6" w:rsidRDefault="00E61A0C">
      <w:pPr>
        <w:jc w:val="both"/>
        <w:rPr>
          <w:spacing w:val="0"/>
        </w:rPr>
      </w:pPr>
      <w:r>
        <w:rPr>
          <w:spacing w:val="0"/>
        </w:rPr>
        <w:t>3. Tellijapoolne Lähteülesanne.</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2 Töö üleandmine ja vastuvõtmine </w:t>
      </w:r>
    </w:p>
    <w:p w:rsidR="00BC1507" w:rsidRPr="00B1468C" w:rsidRDefault="00BC1507">
      <w:pPr>
        <w:jc w:val="both"/>
        <w:rPr>
          <w:spacing w:val="0"/>
        </w:rPr>
      </w:pPr>
      <w:r w:rsidRPr="008C4BE6">
        <w:rPr>
          <w:spacing w:val="0"/>
        </w:rPr>
        <w:t>2.1 Töövõtja annab Tellijale</w:t>
      </w:r>
      <w:r w:rsidR="00C6417A">
        <w:rPr>
          <w:spacing w:val="0"/>
        </w:rPr>
        <w:t xml:space="preserve"> üle</w:t>
      </w:r>
      <w:r w:rsidRPr="008C4BE6">
        <w:rPr>
          <w:spacing w:val="0"/>
        </w:rPr>
        <w:t xml:space="preserve"> valmis </w:t>
      </w:r>
      <w:r w:rsidR="003179C0">
        <w:rPr>
          <w:spacing w:val="0"/>
        </w:rPr>
        <w:t>töö hiljemalt   30</w:t>
      </w:r>
      <w:bookmarkStart w:id="0" w:name="_GoBack"/>
      <w:bookmarkEnd w:id="0"/>
      <w:r w:rsidR="00946781">
        <w:rPr>
          <w:spacing w:val="0"/>
        </w:rPr>
        <w:t>.11</w:t>
      </w:r>
      <w:r w:rsidR="000E4F0C">
        <w:rPr>
          <w:spacing w:val="0"/>
        </w:rPr>
        <w:t>.</w:t>
      </w:r>
      <w:r w:rsidR="00946781">
        <w:rPr>
          <w:spacing w:val="0"/>
        </w:rPr>
        <w:t xml:space="preserve"> 2016</w:t>
      </w:r>
      <w:r w:rsidR="00C6417A">
        <w:rPr>
          <w:spacing w:val="0"/>
        </w:rPr>
        <w:t xml:space="preserve">                                           </w:t>
      </w:r>
      <w:r w:rsidRPr="008C4BE6">
        <w:rPr>
          <w:i/>
          <w:iCs/>
          <w:spacing w:val="0"/>
        </w:rPr>
        <w:t xml:space="preserve">. </w:t>
      </w:r>
    </w:p>
    <w:p w:rsidR="00BC1507" w:rsidRPr="008C4BE6" w:rsidRDefault="00BC1507">
      <w:pPr>
        <w:jc w:val="both"/>
        <w:rPr>
          <w:spacing w:val="0"/>
        </w:rPr>
      </w:pPr>
      <w:r w:rsidRPr="008C4BE6">
        <w:rPr>
          <w:spacing w:val="0"/>
        </w:rPr>
        <w:t>2.2 Tellija on kohustatud T</w:t>
      </w:r>
      <w:r w:rsidR="00E61A0C">
        <w:rPr>
          <w:spacing w:val="0"/>
        </w:rPr>
        <w:t>öö üleandmisel selle viie kalendripäeva jooksul</w:t>
      </w:r>
      <w:r w:rsidRPr="008C4BE6">
        <w:rPr>
          <w:spacing w:val="0"/>
        </w:rPr>
        <w:t xml:space="preserve"> üle vaatama.</w:t>
      </w:r>
    </w:p>
    <w:p w:rsidR="00BC1507" w:rsidRPr="008C4BE6" w:rsidRDefault="00BC1507">
      <w:pPr>
        <w:jc w:val="both"/>
        <w:rPr>
          <w:spacing w:val="0"/>
        </w:rPr>
      </w:pPr>
      <w:r w:rsidRPr="008C4BE6">
        <w:rPr>
          <w:spacing w:val="0"/>
        </w:rPr>
        <w:t>2.3 Töö vastuvõtmisel vormistavad Pooled Töö üleandmise-vastuvõtmise akti, millele kirju</w:t>
      </w:r>
      <w:r w:rsidRPr="008C4BE6">
        <w:rPr>
          <w:spacing w:val="0"/>
        </w:rPr>
        <w:softHyphen/>
        <w:t xml:space="preserve">tavad alla Poolte esindajad. </w:t>
      </w:r>
    </w:p>
    <w:p w:rsidR="00BC1507" w:rsidRPr="008C4BE6" w:rsidRDefault="00BC1507">
      <w:pPr>
        <w:jc w:val="both"/>
        <w:rPr>
          <w:spacing w:val="0"/>
        </w:rPr>
      </w:pPr>
      <w:r w:rsidRPr="008C4BE6">
        <w:rPr>
          <w:spacing w:val="0"/>
        </w:rPr>
        <w:t>2.4 Tellija esitab Töövõtjale oma pretensioonid</w:t>
      </w:r>
      <w:r w:rsidR="00A728B9">
        <w:rPr>
          <w:spacing w:val="0"/>
        </w:rPr>
        <w:t xml:space="preserve">, </w:t>
      </w:r>
      <w:r w:rsidRPr="008C4BE6">
        <w:rPr>
          <w:spacing w:val="0"/>
        </w:rPr>
        <w:t xml:space="preserve">edaspidi </w:t>
      </w:r>
      <w:r w:rsidRPr="008C4BE6">
        <w:rPr>
          <w:b/>
          <w:bCs/>
          <w:spacing w:val="0"/>
        </w:rPr>
        <w:t>Vastuväited</w:t>
      </w:r>
      <w:r w:rsidR="00A728B9">
        <w:rPr>
          <w:b/>
          <w:bCs/>
          <w:spacing w:val="0"/>
        </w:rPr>
        <w:t>,</w:t>
      </w:r>
      <w:r w:rsidRPr="008C4BE6">
        <w:rPr>
          <w:spacing w:val="0"/>
        </w:rPr>
        <w:t xml:space="preserve"> seoses Töö mittevastavusega </w:t>
      </w:r>
      <w:r w:rsidR="005A1CA9">
        <w:rPr>
          <w:spacing w:val="0"/>
        </w:rPr>
        <w:t>Leping</w:t>
      </w:r>
      <w:r w:rsidRPr="008C4BE6">
        <w:rPr>
          <w:spacing w:val="0"/>
        </w:rPr>
        <w:t xml:space="preserve">ule 7 (seitsme) tööpäeva jooksul arvates Töö üleandmisest Töövõtja poolt. </w:t>
      </w:r>
    </w:p>
    <w:p w:rsidR="00BC1507" w:rsidRPr="008C4BE6" w:rsidRDefault="00BC1507">
      <w:pPr>
        <w:jc w:val="both"/>
        <w:rPr>
          <w:spacing w:val="0"/>
        </w:rPr>
      </w:pPr>
      <w:r w:rsidRPr="008C4BE6">
        <w:rPr>
          <w:spacing w:val="0"/>
        </w:rPr>
        <w:lastRenderedPageBreak/>
        <w:t>2.5 Töö loetakse Tellija poolt vastu võetuks, kui Tellija ei ole esitanud Vastuväiteid punktis 2.4 nimetatud tähtaja jooksul.</w:t>
      </w:r>
    </w:p>
    <w:p w:rsidR="00BC1507" w:rsidRPr="008C4BE6" w:rsidRDefault="00BC1507">
      <w:pPr>
        <w:jc w:val="both"/>
        <w:rPr>
          <w:spacing w:val="0"/>
        </w:rPr>
      </w:pPr>
    </w:p>
    <w:p w:rsidR="00BC1507" w:rsidRPr="008C4BE6" w:rsidRDefault="00BC1507">
      <w:pPr>
        <w:jc w:val="both"/>
        <w:rPr>
          <w:spacing w:val="0"/>
        </w:rPr>
      </w:pPr>
      <w:r w:rsidRPr="008C4BE6">
        <w:rPr>
          <w:spacing w:val="0"/>
        </w:rPr>
        <w:t>2.6 Juhul, kui Tellija esitab oma Vastuväited, peab Töövõtja tegema Töös vastavad parandu</w:t>
      </w:r>
      <w:r w:rsidRPr="008C4BE6">
        <w:rPr>
          <w:spacing w:val="0"/>
        </w:rPr>
        <w:softHyphen/>
        <w:t xml:space="preserve">sed Tellija määratud tähtaja jooksul. Sellisel juhul loetakse Töö vastu võetuks, kui Töövõtja on teinud Töös parandused ja Tellijal ei ole enam Vastuväiteid. </w:t>
      </w:r>
    </w:p>
    <w:p w:rsidR="00BC1507" w:rsidRPr="008C4BE6" w:rsidRDefault="00BC1507">
      <w:pPr>
        <w:jc w:val="both"/>
        <w:rPr>
          <w:spacing w:val="0"/>
        </w:rPr>
      </w:pPr>
      <w:r w:rsidRPr="008C4BE6">
        <w:rPr>
          <w:spacing w:val="0"/>
        </w:rPr>
        <w:t xml:space="preserve">2.7 Pärast Töö vastuvõtmist Tellija poolt on Töövõtjal õigus </w:t>
      </w:r>
      <w:r w:rsidR="005A1CA9">
        <w:rPr>
          <w:spacing w:val="0"/>
        </w:rPr>
        <w:t>Leping</w:t>
      </w:r>
      <w:r w:rsidRPr="008C4BE6">
        <w:rPr>
          <w:spacing w:val="0"/>
        </w:rPr>
        <w:t xml:space="preserve">uga kokkulepitud tasule. </w:t>
      </w:r>
    </w:p>
    <w:p w:rsidR="00BC1507" w:rsidRPr="008C4BE6" w:rsidRDefault="00BC1507">
      <w:pPr>
        <w:jc w:val="both"/>
        <w:rPr>
          <w:spacing w:val="0"/>
        </w:rPr>
      </w:pPr>
      <w:r w:rsidRPr="008C4BE6">
        <w:rPr>
          <w:spacing w:val="0"/>
        </w:rPr>
        <w:t>2.8 Töövõtja anna</w:t>
      </w:r>
      <w:r w:rsidR="00CF6053">
        <w:rPr>
          <w:spacing w:val="0"/>
        </w:rPr>
        <w:t>b Tööle garantiitähtajaga 24</w:t>
      </w:r>
      <w:r w:rsidR="00B1468C">
        <w:rPr>
          <w:spacing w:val="0"/>
        </w:rPr>
        <w:t xml:space="preserve"> kuu</w:t>
      </w:r>
      <w:r w:rsidR="0011341A">
        <w:rPr>
          <w:spacing w:val="0"/>
        </w:rPr>
        <w:t>d</w:t>
      </w:r>
      <w:r w:rsidRPr="008C4BE6">
        <w:rPr>
          <w:spacing w:val="0"/>
        </w:rPr>
        <w:t xml:space="preserve"> arvates Töö vastuvõtmisest Tellija poolt. Garantiiaja jooksul kohustub Töövõtja omal kulul ja vahenditega kõrvaldama Töös esinevad puudused. Töövõtja on kohustatud reageerima Tellija informatsioonile Töö puuduste kohta 48 (neljakümne kaheksa) tunni jooksul arvates Tellija vastava informatsiooni saamisest. </w:t>
      </w:r>
      <w:r w:rsidR="005A1CA9">
        <w:rPr>
          <w:spacing w:val="0"/>
        </w:rPr>
        <w:t>Leping</w:t>
      </w:r>
      <w:r w:rsidRPr="008C4BE6">
        <w:rPr>
          <w:spacing w:val="0"/>
        </w:rPr>
        <w:t xml:space="preserve">uga ettenähtud garantiitähtaeg pikeneb selle aja võrra, mil Töövõtja teostab Töö puuduste kõrvaldamist. </w:t>
      </w:r>
      <w:r w:rsidR="005A1CA9">
        <w:rPr>
          <w:spacing w:val="0"/>
        </w:rPr>
        <w:t>Leping</w:t>
      </w:r>
      <w:r w:rsidRPr="008C4BE6">
        <w:rPr>
          <w:spacing w:val="0"/>
        </w:rPr>
        <w:t>uga ettenähtud garantii kehtib juhul, kui Tellija iseseisvalt ei tööta ümber ega tee Töös täiendusi ja/või muudatusi</w:t>
      </w:r>
      <w:r w:rsidRPr="008C4BE6">
        <w:rPr>
          <w:i/>
          <w:iCs/>
          <w:spacing w:val="0"/>
        </w:rPr>
        <w:t xml:space="preserve">. </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 xml:space="preserve">3  </w:t>
      </w:r>
      <w:r w:rsidR="008166C8">
        <w:rPr>
          <w:b/>
          <w:bCs/>
          <w:spacing w:val="0"/>
        </w:rPr>
        <w:t>T</w:t>
      </w:r>
      <w:r w:rsidRPr="008C4BE6">
        <w:rPr>
          <w:b/>
          <w:bCs/>
          <w:spacing w:val="0"/>
        </w:rPr>
        <w:t>asu</w:t>
      </w:r>
    </w:p>
    <w:p w:rsidR="00BC1507" w:rsidRPr="008C4BE6" w:rsidRDefault="00BC1507">
      <w:pPr>
        <w:jc w:val="both"/>
        <w:rPr>
          <w:spacing w:val="0"/>
        </w:rPr>
      </w:pPr>
      <w:r w:rsidRPr="008C4BE6">
        <w:rPr>
          <w:spacing w:val="0"/>
        </w:rPr>
        <w:t xml:space="preserve">3.1 Tellija maksab Töövõtjale </w:t>
      </w:r>
      <w:r w:rsidR="00376768">
        <w:rPr>
          <w:spacing w:val="0"/>
        </w:rPr>
        <w:t>Töö teostamise eest tasu summas</w:t>
      </w:r>
      <w:r w:rsidR="00946781">
        <w:rPr>
          <w:spacing w:val="0"/>
        </w:rPr>
        <w:t xml:space="preserve"> 11934.93</w:t>
      </w:r>
      <w:r w:rsidR="001E5223">
        <w:rPr>
          <w:spacing w:val="0"/>
        </w:rPr>
        <w:t>.-</w:t>
      </w:r>
      <w:r w:rsidR="00376768">
        <w:rPr>
          <w:spacing w:val="0"/>
        </w:rPr>
        <w:t xml:space="preserve"> </w:t>
      </w:r>
      <w:r w:rsidR="00E61A0C">
        <w:rPr>
          <w:spacing w:val="0"/>
        </w:rPr>
        <w:t xml:space="preserve"> </w:t>
      </w:r>
      <w:r w:rsidR="00B1468C">
        <w:rPr>
          <w:spacing w:val="0"/>
        </w:rPr>
        <w:t>euro</w:t>
      </w:r>
      <w:r w:rsidR="00512519">
        <w:rPr>
          <w:spacing w:val="0"/>
        </w:rPr>
        <w:t>t.</w:t>
      </w:r>
      <w:r w:rsidR="00946781">
        <w:rPr>
          <w:spacing w:val="0"/>
        </w:rPr>
        <w:t xml:space="preserve"> (üksteist tuhat üheksasada kolmkümmend neli ja 93</w:t>
      </w:r>
      <w:r w:rsidR="00B1468C">
        <w:rPr>
          <w:spacing w:val="0"/>
        </w:rPr>
        <w:t xml:space="preserve"> senti.)</w:t>
      </w:r>
      <w:r w:rsidR="006D0AD9">
        <w:rPr>
          <w:spacing w:val="0"/>
        </w:rPr>
        <w:t xml:space="preserve">. </w:t>
      </w:r>
      <w:r w:rsidR="00E61A0C">
        <w:rPr>
          <w:spacing w:val="0"/>
        </w:rPr>
        <w:t xml:space="preserve"> Lepingu tasule lisandub seadusega määratud korras käibemaks.</w:t>
      </w:r>
    </w:p>
    <w:p w:rsidR="00A3137D" w:rsidRPr="008C4BE6" w:rsidRDefault="00A3137D" w:rsidP="00A3137D">
      <w:pPr>
        <w:jc w:val="both"/>
        <w:rPr>
          <w:spacing w:val="0"/>
        </w:rPr>
      </w:pPr>
      <w:r w:rsidRPr="008C4BE6">
        <w:rPr>
          <w:spacing w:val="0"/>
        </w:rPr>
        <w:t xml:space="preserve">3.1.1 Tellija tasub tehtud tööde eest </w:t>
      </w:r>
      <w:r w:rsidR="00B1468C">
        <w:rPr>
          <w:spacing w:val="0"/>
        </w:rPr>
        <w:t>Töövõtja poolt esitatud arve</w:t>
      </w:r>
      <w:r w:rsidRPr="008C4BE6">
        <w:rPr>
          <w:spacing w:val="0"/>
        </w:rPr>
        <w:t xml:space="preserve"> alusel. </w:t>
      </w:r>
    </w:p>
    <w:p w:rsidR="00BC1507" w:rsidRPr="008C4BE6" w:rsidRDefault="00A3137D" w:rsidP="00A3137D">
      <w:pPr>
        <w:jc w:val="both"/>
        <w:rPr>
          <w:spacing w:val="0"/>
        </w:rPr>
      </w:pPr>
      <w:r w:rsidRPr="008C4BE6">
        <w:rPr>
          <w:spacing w:val="0"/>
        </w:rPr>
        <w:t>3.1.2 Arve esitamise aluseks on Poolte poolt allkirjastatud tööde vastuvõtmise akt.</w:t>
      </w:r>
    </w:p>
    <w:p w:rsidR="00A3137D" w:rsidRPr="008C4BE6" w:rsidRDefault="00A3137D">
      <w:pPr>
        <w:jc w:val="both"/>
        <w:rPr>
          <w:b/>
          <w:bCs/>
          <w:spacing w:val="0"/>
        </w:rPr>
      </w:pPr>
    </w:p>
    <w:p w:rsidR="00BC1507" w:rsidRPr="008C4BE6" w:rsidRDefault="00BC1507">
      <w:pPr>
        <w:jc w:val="both"/>
        <w:rPr>
          <w:b/>
          <w:bCs/>
          <w:spacing w:val="0"/>
        </w:rPr>
      </w:pPr>
      <w:r w:rsidRPr="008C4BE6">
        <w:rPr>
          <w:b/>
          <w:bCs/>
          <w:spacing w:val="0"/>
        </w:rPr>
        <w:t>4  Poolte vastutus</w:t>
      </w:r>
    </w:p>
    <w:p w:rsidR="00BC1507" w:rsidRPr="008C4BE6" w:rsidRDefault="00BC1507">
      <w:pPr>
        <w:jc w:val="both"/>
        <w:rPr>
          <w:spacing w:val="0"/>
        </w:rPr>
      </w:pPr>
      <w:r w:rsidRPr="008C4BE6">
        <w:rPr>
          <w:spacing w:val="0"/>
        </w:rPr>
        <w:t xml:space="preserve">4.1 Pooled vastutavad oma </w:t>
      </w:r>
      <w:r w:rsidR="005A1CA9">
        <w:rPr>
          <w:spacing w:val="0"/>
        </w:rPr>
        <w:t>Leping</w:t>
      </w:r>
      <w:r w:rsidRPr="008C4BE6">
        <w:rPr>
          <w:spacing w:val="0"/>
        </w:rPr>
        <w:t>ust tulenevate kohustuste rikkumise eest, kui rikkumine on põhjustatud süüliselt.</w:t>
      </w:r>
    </w:p>
    <w:p w:rsidR="00BC1507" w:rsidRPr="008C4BE6" w:rsidRDefault="00BC1507">
      <w:pPr>
        <w:jc w:val="both"/>
        <w:rPr>
          <w:spacing w:val="0"/>
        </w:rPr>
      </w:pPr>
      <w:r w:rsidRPr="008C4BE6">
        <w:rPr>
          <w:spacing w:val="0"/>
        </w:rPr>
        <w:t xml:space="preserve">4.2  Juhul, kui Töövõtja viivitab Töö üleandmisega üle kokkulepitud tähtaja, on Tellijal õigus nõuda leppetrahvi tasumist, mille suuruseks on 0,15% </w:t>
      </w:r>
      <w:r w:rsidR="005A1CA9">
        <w:rPr>
          <w:spacing w:val="0"/>
        </w:rPr>
        <w:t>Leping</w:t>
      </w:r>
      <w:r w:rsidRPr="008C4BE6">
        <w:rPr>
          <w:spacing w:val="0"/>
        </w:rPr>
        <w:t>u kohaselt Töövõtjale maksta</w:t>
      </w:r>
      <w:r w:rsidRPr="008C4BE6">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rsidR="00BC1507" w:rsidRPr="008C4BE6" w:rsidRDefault="00BC1507">
      <w:pPr>
        <w:jc w:val="both"/>
        <w:rPr>
          <w:spacing w:val="0"/>
        </w:rPr>
      </w:pPr>
      <w:r w:rsidRPr="008C4BE6">
        <w:rPr>
          <w:spacing w:val="0"/>
        </w:rPr>
        <w:t>4.3 Tellijal on õigus nõuda alapunktis 4.2 sätestatud leppetrahvi tasumist ka aja eest, mil Töövõtja teeb Töös parandusi tulenevalt Tellija Vastuväidetest.</w:t>
      </w:r>
    </w:p>
    <w:p w:rsidR="00BC1507" w:rsidRPr="008C4BE6" w:rsidRDefault="00BC1507">
      <w:pPr>
        <w:jc w:val="both"/>
        <w:rPr>
          <w:spacing w:val="0"/>
        </w:rPr>
      </w:pPr>
      <w:r w:rsidRPr="008C4BE6">
        <w:rPr>
          <w:spacing w:val="0"/>
        </w:rPr>
        <w:t>4.4 Juhul, kui Tellija viivitab Töövõtjale tasu maksmisega üle kokkulepitud tähtaja, on Töö</w:t>
      </w:r>
      <w:r w:rsidRPr="008C4BE6">
        <w:rPr>
          <w:spacing w:val="0"/>
        </w:rPr>
        <w:softHyphen/>
        <w:t>võtjal õigus nõuda viivist summas 0,15% tasumisega viivitatud summast iga tasumisega viivitatud kalendripäeva eest, kuid mitte rohkem, kui 30 (kolmkümmend) protsenti tasu</w:t>
      </w:r>
      <w:r w:rsidRPr="008C4BE6">
        <w:rPr>
          <w:spacing w:val="0"/>
        </w:rPr>
        <w:softHyphen/>
        <w:t>misega viivitatud summast.</w:t>
      </w:r>
    </w:p>
    <w:p w:rsidR="00BC1507" w:rsidRPr="008C4BE6" w:rsidRDefault="00BC1507">
      <w:pPr>
        <w:jc w:val="both"/>
        <w:rPr>
          <w:i/>
          <w:iCs/>
          <w:spacing w:val="0"/>
        </w:rPr>
      </w:pPr>
      <w:r w:rsidRPr="008C4BE6">
        <w:rPr>
          <w:spacing w:val="0"/>
        </w:rPr>
        <w:t xml:space="preserve">4.5 Tellija peab esitama </w:t>
      </w:r>
      <w:r w:rsidR="005A1CA9">
        <w:rPr>
          <w:spacing w:val="0"/>
        </w:rPr>
        <w:t>Leping</w:t>
      </w:r>
      <w:r w:rsidRPr="008C4BE6">
        <w:rPr>
          <w:spacing w:val="0"/>
        </w:rPr>
        <w:t xml:space="preserve">ust tuleneva leppetrahvi nõude Töövõtjale hiljemalt 3 (kolme) kuu jooksul arvates päevast, mil Tellijal tekkis leppetrahvi nõude esitamise õigus. </w:t>
      </w:r>
    </w:p>
    <w:p w:rsidR="00BC1507" w:rsidRPr="008C4BE6" w:rsidRDefault="00BC1507">
      <w:pPr>
        <w:jc w:val="both"/>
        <w:rPr>
          <w:b/>
          <w:bCs/>
          <w:spacing w:val="0"/>
        </w:rPr>
      </w:pPr>
    </w:p>
    <w:p w:rsidR="00BC1507" w:rsidRPr="008C4BE6" w:rsidRDefault="00BC1507">
      <w:pPr>
        <w:keepNext/>
        <w:jc w:val="both"/>
        <w:rPr>
          <w:b/>
          <w:bCs/>
          <w:spacing w:val="0"/>
        </w:rPr>
      </w:pPr>
      <w:r w:rsidRPr="008C4BE6">
        <w:rPr>
          <w:b/>
          <w:bCs/>
          <w:spacing w:val="0"/>
        </w:rPr>
        <w:t xml:space="preserve">5  </w:t>
      </w:r>
      <w:r w:rsidR="005A1CA9">
        <w:rPr>
          <w:b/>
          <w:bCs/>
          <w:spacing w:val="0"/>
        </w:rPr>
        <w:t>Leping</w:t>
      </w:r>
      <w:r w:rsidRPr="008C4BE6">
        <w:rPr>
          <w:b/>
          <w:bCs/>
          <w:spacing w:val="0"/>
        </w:rPr>
        <w:t xml:space="preserve">u lõppemine ja lõpetamine </w:t>
      </w:r>
    </w:p>
    <w:p w:rsidR="00BC1507" w:rsidRPr="008C4BE6" w:rsidRDefault="00BC1507">
      <w:pPr>
        <w:keepNext/>
        <w:jc w:val="both"/>
        <w:rPr>
          <w:spacing w:val="0"/>
        </w:rPr>
      </w:pPr>
      <w:r w:rsidRPr="008C4BE6">
        <w:rPr>
          <w:spacing w:val="0"/>
        </w:rPr>
        <w:t xml:space="preserve">5.1 </w:t>
      </w:r>
      <w:r w:rsidR="005A1CA9">
        <w:rPr>
          <w:spacing w:val="0"/>
        </w:rPr>
        <w:t>Leping</w:t>
      </w:r>
      <w:r w:rsidRPr="008C4BE6">
        <w:rPr>
          <w:spacing w:val="0"/>
        </w:rPr>
        <w:t xml:space="preserve"> lõpeb, kui </w:t>
      </w:r>
      <w:r w:rsidR="005A1CA9">
        <w:rPr>
          <w:spacing w:val="0"/>
        </w:rPr>
        <w:t>Leping</w:t>
      </w:r>
      <w:r w:rsidRPr="008C4BE6">
        <w:rPr>
          <w:spacing w:val="0"/>
        </w:rPr>
        <w:t>ust tulenevad Poolte kohustused on mõlemapoolselt täielikult ja nõuetekohaselt täidetud.</w:t>
      </w:r>
    </w:p>
    <w:p w:rsidR="00BC1507" w:rsidRPr="008C4BE6" w:rsidRDefault="00BC1507">
      <w:pPr>
        <w:jc w:val="both"/>
        <w:rPr>
          <w:spacing w:val="0"/>
        </w:rPr>
      </w:pPr>
      <w:r w:rsidRPr="008C4BE6">
        <w:rPr>
          <w:spacing w:val="0"/>
        </w:rPr>
        <w:t xml:space="preserve">5.2 Tellija võib </w:t>
      </w:r>
      <w:r w:rsidR="005A1CA9">
        <w:rPr>
          <w:spacing w:val="0"/>
        </w:rPr>
        <w:t>Leping</w:t>
      </w:r>
      <w:r w:rsidRPr="008C4BE6">
        <w:rPr>
          <w:spacing w:val="0"/>
        </w:rPr>
        <w:t>u igal ajal olenemata põhjusest etteteatamistähtajata üles öelda. Selli</w:t>
      </w:r>
      <w:r w:rsidRPr="008C4BE6">
        <w:rPr>
          <w:spacing w:val="0"/>
        </w:rPr>
        <w:softHyphen/>
        <w:t xml:space="preserve">sel juhul on Tellija kohustatud tasuma Töövõtjale </w:t>
      </w:r>
      <w:r w:rsidR="005A1CA9">
        <w:rPr>
          <w:spacing w:val="0"/>
        </w:rPr>
        <w:t>Leping</w:t>
      </w:r>
      <w:r w:rsidRPr="008C4BE6">
        <w:rPr>
          <w:spacing w:val="0"/>
        </w:rPr>
        <w:t>u ülesütlemise momendiks faktili</w:t>
      </w:r>
      <w:r w:rsidRPr="008C4BE6">
        <w:rPr>
          <w:spacing w:val="0"/>
        </w:rPr>
        <w:softHyphen/>
        <w:t xml:space="preserve">selt tehtud Töö eest. Toodud põhjusel </w:t>
      </w:r>
      <w:r w:rsidR="005A1CA9">
        <w:rPr>
          <w:spacing w:val="0"/>
        </w:rPr>
        <w:t>Leping</w:t>
      </w:r>
      <w:r w:rsidRPr="008C4BE6">
        <w:rPr>
          <w:spacing w:val="0"/>
        </w:rPr>
        <w:t xml:space="preserve">u ülesütlemisel hüvitab Tellija Töövõtjale lisaks faktiliselt tehtud Töö eest tasumisele </w:t>
      </w:r>
      <w:r w:rsidR="005A1CA9">
        <w:rPr>
          <w:spacing w:val="0"/>
        </w:rPr>
        <w:t>Leping</w:t>
      </w:r>
      <w:r w:rsidRPr="008C4BE6">
        <w:rPr>
          <w:spacing w:val="0"/>
        </w:rPr>
        <w:t xml:space="preserve">u ennetähtaegse ülesütlemisega tekitatud kahju, kuid mitte rohkem, kui 10 (kümme) protsenti </w:t>
      </w:r>
      <w:r w:rsidR="005A1CA9">
        <w:rPr>
          <w:spacing w:val="0"/>
        </w:rPr>
        <w:t>Leping</w:t>
      </w:r>
      <w:r w:rsidRPr="008C4BE6">
        <w:rPr>
          <w:spacing w:val="0"/>
        </w:rPr>
        <w:t xml:space="preserve">us ettenähtud Töövõtjale makstavast tasust. </w:t>
      </w:r>
    </w:p>
    <w:p w:rsidR="00BC1507" w:rsidRPr="008C4BE6" w:rsidRDefault="00BC1507">
      <w:pPr>
        <w:jc w:val="both"/>
        <w:rPr>
          <w:bCs/>
          <w:spacing w:val="0"/>
        </w:rPr>
      </w:pPr>
      <w:r w:rsidRPr="008C4BE6">
        <w:rPr>
          <w:bCs/>
          <w:spacing w:val="0"/>
        </w:rPr>
        <w:t xml:space="preserve">5.3 Kui Töö tegemise käigus on ilmselt selge, et seda ei tehta nõuetekohaselt, on Tellijal õigus määrata Töövõtjale tähtaeg puuduste kõrvaldamiseks, selle mittetäitmisel aga kas </w:t>
      </w:r>
      <w:r w:rsidR="005A1CA9">
        <w:rPr>
          <w:bCs/>
          <w:spacing w:val="0"/>
        </w:rPr>
        <w:lastRenderedPageBreak/>
        <w:t>Leping</w:t>
      </w:r>
      <w:r w:rsidRPr="008C4BE6">
        <w:rPr>
          <w:bCs/>
          <w:spacing w:val="0"/>
        </w:rPr>
        <w:t>ust taganeda ja nõuda kahjude hüvitamist, või teha Töö jätkamine ja puuduste kõrval</w:t>
      </w:r>
      <w:r w:rsidRPr="008C4BE6">
        <w:rPr>
          <w:bCs/>
          <w:spacing w:val="0"/>
        </w:rPr>
        <w:softHyphen/>
        <w:t>damine ülesandeks kolmandale isikule Töövõtja arvel.</w:t>
      </w:r>
    </w:p>
    <w:p w:rsidR="00BC1507" w:rsidRPr="008C4BE6" w:rsidRDefault="00BC1507">
      <w:pPr>
        <w:jc w:val="both"/>
        <w:rPr>
          <w:spacing w:val="0"/>
        </w:rPr>
      </w:pPr>
    </w:p>
    <w:p w:rsidR="00BC1507" w:rsidRPr="008C4BE6" w:rsidRDefault="00BC1507">
      <w:pPr>
        <w:jc w:val="both"/>
        <w:rPr>
          <w:spacing w:val="0"/>
        </w:rPr>
      </w:pPr>
      <w:r w:rsidRPr="008C4BE6">
        <w:rPr>
          <w:spacing w:val="0"/>
        </w:rPr>
        <w:t>5.4 Juhul, kui Töövõtja ei ole Tööd Tellijale üle andnud hiljemalt 1 (ühe) kuu möödumisel arvates kokkulepitud Töö üleandmise tähtajast, on Tellijal õigus ilma Töövõtjale kokkulepi</w:t>
      </w:r>
      <w:r w:rsidRPr="008C4BE6">
        <w:rPr>
          <w:spacing w:val="0"/>
        </w:rPr>
        <w:softHyphen/>
        <w:t xml:space="preserve">tud tasu maksmata </w:t>
      </w:r>
      <w:r w:rsidR="005A1CA9">
        <w:rPr>
          <w:spacing w:val="0"/>
        </w:rPr>
        <w:t>Leping</w:t>
      </w:r>
      <w:r w:rsidRPr="008C4BE6">
        <w:rPr>
          <w:spacing w:val="0"/>
        </w:rPr>
        <w:t xml:space="preserve">ust ühepoolselt taganeda ja nõuda sisse </w:t>
      </w:r>
      <w:r w:rsidR="005A1CA9">
        <w:rPr>
          <w:spacing w:val="0"/>
        </w:rPr>
        <w:t>Leping</w:t>
      </w:r>
      <w:r w:rsidRPr="008C4BE6">
        <w:rPr>
          <w:spacing w:val="0"/>
        </w:rPr>
        <w:t>uga ettenähtud lep</w:t>
      </w:r>
      <w:r w:rsidRPr="008C4BE6">
        <w:rPr>
          <w:spacing w:val="0"/>
        </w:rPr>
        <w:softHyphen/>
        <w:t xml:space="preserve">petrahv ning tekitatud kahju. </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6  Teadete edastamine</w:t>
      </w:r>
    </w:p>
    <w:p w:rsidR="00BC1507" w:rsidRPr="008C4BE6" w:rsidRDefault="00BC1507">
      <w:pPr>
        <w:jc w:val="both"/>
        <w:rPr>
          <w:spacing w:val="0"/>
        </w:rPr>
      </w:pPr>
      <w:r w:rsidRPr="008C4BE6">
        <w:rPr>
          <w:spacing w:val="0"/>
        </w:rPr>
        <w:t xml:space="preserve">6.1 Üks Pool edastab </w:t>
      </w:r>
      <w:r w:rsidR="005A1CA9">
        <w:rPr>
          <w:spacing w:val="0"/>
        </w:rPr>
        <w:t>Leping</w:t>
      </w:r>
      <w:r w:rsidRPr="008C4BE6">
        <w:rPr>
          <w:spacing w:val="0"/>
        </w:rPr>
        <w:t xml:space="preserve">uga seotud teated teise Poole </w:t>
      </w:r>
      <w:r w:rsidR="005A1CA9">
        <w:rPr>
          <w:spacing w:val="0"/>
        </w:rPr>
        <w:t>Leping</w:t>
      </w:r>
      <w:r w:rsidRPr="008C4BE6">
        <w:rPr>
          <w:spacing w:val="0"/>
        </w:rPr>
        <w:t>us märgitud aadressil. Aad</w:t>
      </w:r>
      <w:r w:rsidRPr="008C4BE6">
        <w:rPr>
          <w:spacing w:val="0"/>
        </w:rPr>
        <w:softHyphen/>
        <w:t xml:space="preserve">ressi muutusest on Pool kohustatud koheselt informeerima teist </w:t>
      </w:r>
      <w:r w:rsidR="005A1CA9">
        <w:rPr>
          <w:spacing w:val="0"/>
        </w:rPr>
        <w:t>Leping</w:t>
      </w:r>
      <w:r w:rsidRPr="008C4BE6">
        <w:rPr>
          <w:spacing w:val="0"/>
        </w:rPr>
        <w:t xml:space="preserve">upoolt. </w:t>
      </w:r>
    </w:p>
    <w:p w:rsidR="00BC1507" w:rsidRPr="008C4BE6" w:rsidRDefault="00BC1507">
      <w:pPr>
        <w:jc w:val="both"/>
        <w:rPr>
          <w:spacing w:val="0"/>
        </w:rPr>
      </w:pPr>
      <w:r w:rsidRPr="008C4BE6">
        <w:rPr>
          <w:spacing w:val="0"/>
        </w:rPr>
        <w:t xml:space="preserve">6.2 Teadete edastamine toimub telefoni, e-posti või </w:t>
      </w:r>
      <w:smartTag w:uri="urn:schemas-microsoft-com:office:smarttags" w:element="PersonName">
        <w:r w:rsidRPr="008C4BE6">
          <w:rPr>
            <w:spacing w:val="0"/>
          </w:rPr>
          <w:t>faks</w:t>
        </w:r>
      </w:smartTag>
      <w:r w:rsidRPr="008C4BE6">
        <w:rPr>
          <w:spacing w:val="0"/>
        </w:rPr>
        <w:t xml:space="preserve">i teel, va juhtudel, kui </w:t>
      </w:r>
      <w:r w:rsidR="005A1CA9">
        <w:rPr>
          <w:spacing w:val="0"/>
        </w:rPr>
        <w:t>Leping</w:t>
      </w:r>
      <w:r w:rsidRPr="008C4BE6">
        <w:rPr>
          <w:spacing w:val="0"/>
        </w:rPr>
        <w:t xml:space="preserve">us on ette nähtud teate kirjalik vorm. Kirjalikud teated saadetakse teisele Poolele posti teel tähitud kirjaga või antakse teisele Poolele üle allkirja vastu. </w:t>
      </w:r>
    </w:p>
    <w:p w:rsidR="00BC1507" w:rsidRPr="008C4BE6" w:rsidRDefault="00BC1507">
      <w:pPr>
        <w:jc w:val="both"/>
        <w:rPr>
          <w:spacing w:val="0"/>
        </w:rPr>
      </w:pPr>
      <w:r w:rsidRPr="008C4BE6">
        <w:rPr>
          <w:spacing w:val="0"/>
        </w:rPr>
        <w:t xml:space="preserve">6.3 Poole nõue teisele Poolele, mis esitatakse tulenevalt </w:t>
      </w:r>
      <w:r w:rsidR="005A1CA9">
        <w:rPr>
          <w:spacing w:val="0"/>
        </w:rPr>
        <w:t>Leping</w:t>
      </w:r>
      <w:r w:rsidRPr="008C4BE6">
        <w:rPr>
          <w:spacing w:val="0"/>
        </w:rPr>
        <w:t>u rikkumisest, peab olema kirjalikus vormis.</w:t>
      </w:r>
    </w:p>
    <w:p w:rsidR="00BC1507" w:rsidRPr="008C4BE6" w:rsidRDefault="00BC1507">
      <w:pPr>
        <w:jc w:val="both"/>
        <w:rPr>
          <w:spacing w:val="0"/>
        </w:rPr>
      </w:pPr>
    </w:p>
    <w:p w:rsidR="00BC1507" w:rsidRPr="008C4BE6" w:rsidRDefault="00BC1507">
      <w:pPr>
        <w:jc w:val="both"/>
        <w:rPr>
          <w:b/>
          <w:bCs/>
          <w:spacing w:val="0"/>
        </w:rPr>
      </w:pPr>
      <w:r w:rsidRPr="008C4BE6">
        <w:rPr>
          <w:b/>
          <w:bCs/>
          <w:spacing w:val="0"/>
        </w:rPr>
        <w:t>7  Lõppsätted</w:t>
      </w:r>
    </w:p>
    <w:p w:rsidR="00BC1507" w:rsidRPr="008C4BE6" w:rsidRDefault="00A3137D">
      <w:pPr>
        <w:jc w:val="both"/>
        <w:rPr>
          <w:spacing w:val="0"/>
        </w:rPr>
      </w:pPr>
      <w:r w:rsidRPr="008C4BE6">
        <w:rPr>
          <w:spacing w:val="0"/>
        </w:rPr>
        <w:t>7.</w:t>
      </w:r>
      <w:r w:rsidR="00350444">
        <w:rPr>
          <w:spacing w:val="0"/>
        </w:rPr>
        <w:t>1</w:t>
      </w:r>
      <w:r w:rsidR="00BC1507" w:rsidRPr="008C4BE6">
        <w:rPr>
          <w:spacing w:val="0"/>
        </w:rPr>
        <w:t xml:space="preserve"> Kõik </w:t>
      </w:r>
      <w:r w:rsidR="005A1CA9">
        <w:rPr>
          <w:spacing w:val="0"/>
        </w:rPr>
        <w:t>Leping</w:t>
      </w:r>
      <w:r w:rsidR="00BC1507" w:rsidRPr="008C4BE6">
        <w:rPr>
          <w:spacing w:val="0"/>
        </w:rPr>
        <w:t xml:space="preserve">u muudatused jõustuvad pärast nende allakirjutamist mõlema Poole poolt allakirjutamise momendist või Poolte poolt kirjalikult määratud tähtajal. </w:t>
      </w:r>
    </w:p>
    <w:p w:rsidR="00BC1507" w:rsidRPr="008C4BE6" w:rsidRDefault="00350444">
      <w:pPr>
        <w:jc w:val="both"/>
        <w:rPr>
          <w:spacing w:val="0"/>
        </w:rPr>
      </w:pPr>
      <w:r>
        <w:rPr>
          <w:spacing w:val="0"/>
        </w:rPr>
        <w:t>7.2</w:t>
      </w:r>
      <w:r w:rsidR="00BC1507" w:rsidRPr="008C4BE6">
        <w:rPr>
          <w:spacing w:val="0"/>
        </w:rPr>
        <w:t xml:space="preserve"> </w:t>
      </w:r>
      <w:r w:rsidR="005A1CA9">
        <w:rPr>
          <w:spacing w:val="0"/>
        </w:rPr>
        <w:t>Leping</w:t>
      </w:r>
      <w:r w:rsidR="00BC1507" w:rsidRPr="008C4BE6">
        <w:rPr>
          <w:spacing w:val="0"/>
        </w:rPr>
        <w:t xml:space="preserve">uga seonduvaid eriarvamusi ja vaidlusi lahendavad Pooled eelkõige läbirääkimiste teel. Kui </w:t>
      </w:r>
      <w:r w:rsidR="005A1CA9">
        <w:rPr>
          <w:spacing w:val="0"/>
        </w:rPr>
        <w:t>Leping</w:t>
      </w:r>
      <w:r w:rsidR="00BC1507" w:rsidRPr="008C4BE6">
        <w:rPr>
          <w:spacing w:val="0"/>
        </w:rPr>
        <w:t>ust tulenevaid vaidlusi ei õnnestu lahendada Poolte läbirääkimistega, lahen</w:t>
      </w:r>
      <w:r w:rsidR="00BC1507" w:rsidRPr="008C4BE6">
        <w:rPr>
          <w:spacing w:val="0"/>
        </w:rPr>
        <w:softHyphen/>
        <w:t xml:space="preserve">datakse vaidlus kostja asukohajärgses kohtus. </w:t>
      </w:r>
    </w:p>
    <w:p w:rsidR="00827963" w:rsidRPr="00352976" w:rsidRDefault="00352976">
      <w:pPr>
        <w:spacing w:line="240" w:lineRule="exact"/>
        <w:jc w:val="both"/>
        <w:rPr>
          <w:b/>
          <w:spacing w:val="0"/>
        </w:rPr>
      </w:pPr>
      <w:r>
        <w:rPr>
          <w:spacing w:val="0"/>
          <w:lang w:val="en-US" w:eastAsia="et-EE"/>
        </w:rPr>
        <w:t>7.3</w:t>
      </w:r>
      <w:r w:rsidR="006573F6">
        <w:rPr>
          <w:spacing w:val="0"/>
          <w:lang w:val="en-US" w:eastAsia="et-EE"/>
        </w:rPr>
        <w:t xml:space="preserve"> </w:t>
      </w:r>
      <w:proofErr w:type="spellStart"/>
      <w:r w:rsidR="006573F6">
        <w:rPr>
          <w:spacing w:val="0"/>
          <w:lang w:val="en-US" w:eastAsia="et-EE"/>
        </w:rPr>
        <w:t>Leping</w:t>
      </w:r>
      <w:proofErr w:type="spellEnd"/>
      <w:r w:rsidR="006573F6">
        <w:rPr>
          <w:spacing w:val="0"/>
          <w:lang w:val="en-US" w:eastAsia="et-EE"/>
        </w:rPr>
        <w:t xml:space="preserve"> on </w:t>
      </w:r>
      <w:proofErr w:type="spellStart"/>
      <w:r w:rsidR="006573F6">
        <w:rPr>
          <w:spacing w:val="0"/>
          <w:lang w:val="en-US" w:eastAsia="et-EE"/>
        </w:rPr>
        <w:t>allkirjastatud</w:t>
      </w:r>
      <w:proofErr w:type="spellEnd"/>
      <w:r w:rsidR="006573F6">
        <w:rPr>
          <w:spacing w:val="0"/>
          <w:lang w:val="en-US" w:eastAsia="et-EE"/>
        </w:rPr>
        <w:t xml:space="preserve"> </w:t>
      </w:r>
      <w:proofErr w:type="spellStart"/>
      <w:r w:rsidR="006573F6">
        <w:rPr>
          <w:spacing w:val="0"/>
          <w:lang w:val="en-US" w:eastAsia="et-EE"/>
        </w:rPr>
        <w:t>digitaalselt</w:t>
      </w:r>
      <w:proofErr w:type="spellEnd"/>
      <w:r w:rsidRPr="00352976">
        <w:rPr>
          <w:spacing w:val="0"/>
          <w:lang w:val="en-US" w:eastAsia="et-EE"/>
        </w:rPr>
        <w:t>.</w:t>
      </w:r>
    </w:p>
    <w:p w:rsidR="0063054E" w:rsidRDefault="0063054E">
      <w:pPr>
        <w:spacing w:line="240" w:lineRule="exact"/>
        <w:jc w:val="both"/>
        <w:rPr>
          <w:b/>
          <w:spacing w:val="0"/>
        </w:rPr>
      </w:pPr>
    </w:p>
    <w:p w:rsidR="00BC1507" w:rsidRPr="008C4BE6" w:rsidRDefault="00BC1507">
      <w:pPr>
        <w:spacing w:line="240" w:lineRule="exact"/>
        <w:jc w:val="both"/>
        <w:rPr>
          <w:b/>
          <w:spacing w:val="0"/>
        </w:rPr>
      </w:pPr>
      <w:r w:rsidRPr="008C4BE6">
        <w:rPr>
          <w:b/>
          <w:spacing w:val="0"/>
        </w:rPr>
        <w:t>Poolte andmed ja allkirjad:</w:t>
      </w:r>
    </w:p>
    <w:p w:rsidR="00BC1507" w:rsidRPr="008C4BE6" w:rsidRDefault="00BC1507">
      <w:pPr>
        <w:pStyle w:val="Pealkiri1"/>
        <w:jc w:val="both"/>
        <w:rPr>
          <w:b w:val="0"/>
          <w:bCs w:val="0"/>
          <w:szCs w:val="24"/>
        </w:rPr>
      </w:pPr>
    </w:p>
    <w:p w:rsidR="00BC1507" w:rsidRPr="008C4BE6" w:rsidRDefault="00BC1507">
      <w:pPr>
        <w:pStyle w:val="Pealkiri1"/>
        <w:jc w:val="both"/>
        <w:rPr>
          <w:szCs w:val="24"/>
        </w:rPr>
      </w:pPr>
      <w:r w:rsidRPr="008C4BE6">
        <w:rPr>
          <w:szCs w:val="24"/>
        </w:rPr>
        <w:t>Tellija</w:t>
      </w:r>
      <w:r w:rsidRPr="008C4BE6">
        <w:rPr>
          <w:szCs w:val="24"/>
        </w:rPr>
        <w:tab/>
      </w:r>
      <w:r w:rsidRPr="008C4BE6">
        <w:rPr>
          <w:szCs w:val="24"/>
        </w:rPr>
        <w:tab/>
      </w:r>
      <w:r w:rsidRPr="008C4BE6">
        <w:rPr>
          <w:szCs w:val="24"/>
        </w:rPr>
        <w:tab/>
      </w:r>
      <w:r w:rsidRPr="008C4BE6">
        <w:rPr>
          <w:szCs w:val="24"/>
        </w:rPr>
        <w:tab/>
      </w:r>
      <w:r w:rsidRPr="008C4BE6">
        <w:rPr>
          <w:szCs w:val="24"/>
        </w:rPr>
        <w:tab/>
      </w:r>
      <w:r w:rsidRPr="008C4BE6">
        <w:rPr>
          <w:szCs w:val="24"/>
        </w:rPr>
        <w:tab/>
        <w:t>Töövõtja</w:t>
      </w:r>
    </w:p>
    <w:p w:rsidR="00BC1507" w:rsidRPr="008C4BE6" w:rsidRDefault="00BC1507">
      <w:pPr>
        <w:jc w:val="both"/>
        <w:rPr>
          <w:spacing w:val="0"/>
        </w:rPr>
      </w:pPr>
    </w:p>
    <w:p w:rsidR="00BC1507" w:rsidRPr="00D05C7D" w:rsidRDefault="00BC1507">
      <w:pPr>
        <w:jc w:val="both"/>
        <w:rPr>
          <w:spacing w:val="0"/>
        </w:rPr>
      </w:pPr>
      <w:r w:rsidRPr="008C4BE6">
        <w:rPr>
          <w:spacing w:val="0"/>
        </w:rPr>
        <w:t>Riigimetsa Majandamise Keskus</w:t>
      </w:r>
      <w:r w:rsidRPr="008C4BE6">
        <w:rPr>
          <w:spacing w:val="0"/>
        </w:rPr>
        <w:tab/>
      </w:r>
      <w:r w:rsidRPr="008C4BE6">
        <w:rPr>
          <w:spacing w:val="0"/>
        </w:rPr>
        <w:tab/>
      </w:r>
      <w:r w:rsidR="00C6417A">
        <w:rPr>
          <w:spacing w:val="0"/>
        </w:rPr>
        <w:t xml:space="preserve"> </w:t>
      </w:r>
      <w:proofErr w:type="spellStart"/>
      <w:r w:rsidR="00C6417A">
        <w:rPr>
          <w:spacing w:val="0"/>
        </w:rPr>
        <w:t>Madest</w:t>
      </w:r>
      <w:proofErr w:type="spellEnd"/>
      <w:r w:rsidR="00C6417A">
        <w:rPr>
          <w:spacing w:val="0"/>
        </w:rPr>
        <w:t xml:space="preserve"> </w:t>
      </w:r>
      <w:r w:rsidR="00F76026">
        <w:rPr>
          <w:spacing w:val="0"/>
        </w:rPr>
        <w:t>OÜ</w:t>
      </w:r>
    </w:p>
    <w:p w:rsidR="00C1452C" w:rsidRPr="008C4BE6" w:rsidRDefault="00C1452C" w:rsidP="00C1452C">
      <w:pPr>
        <w:jc w:val="both"/>
        <w:rPr>
          <w:spacing w:val="0"/>
        </w:rPr>
      </w:pPr>
      <w:r w:rsidRPr="008C4BE6">
        <w:rPr>
          <w:spacing w:val="0"/>
        </w:rPr>
        <w:t>Registrikood 70004459</w:t>
      </w:r>
      <w:r w:rsidRPr="008C4BE6">
        <w:rPr>
          <w:spacing w:val="0"/>
        </w:rPr>
        <w:tab/>
      </w:r>
      <w:r w:rsidRPr="008C4BE6">
        <w:rPr>
          <w:spacing w:val="0"/>
        </w:rPr>
        <w:tab/>
      </w:r>
      <w:r w:rsidRPr="008C4BE6">
        <w:rPr>
          <w:spacing w:val="0"/>
        </w:rPr>
        <w:tab/>
      </w:r>
      <w:r w:rsidR="00F76026">
        <w:rPr>
          <w:spacing w:val="0"/>
        </w:rPr>
        <w:t xml:space="preserve"> </w:t>
      </w:r>
      <w:proofErr w:type="spellStart"/>
      <w:r w:rsidR="00F76026">
        <w:rPr>
          <w:spacing w:val="0"/>
        </w:rPr>
        <w:t>Reg</w:t>
      </w:r>
      <w:proofErr w:type="spellEnd"/>
      <w:r w:rsidR="00F76026">
        <w:rPr>
          <w:spacing w:val="0"/>
        </w:rPr>
        <w:t xml:space="preserve">. </w:t>
      </w:r>
      <w:r w:rsidR="00C6417A">
        <w:rPr>
          <w:spacing w:val="0"/>
        </w:rPr>
        <w:t>kood</w:t>
      </w:r>
      <w:r w:rsidR="006573F6">
        <w:rPr>
          <w:spacing w:val="0"/>
        </w:rPr>
        <w:t>:12120073</w:t>
      </w:r>
      <w:r w:rsidRPr="008C4BE6">
        <w:rPr>
          <w:i/>
          <w:iCs/>
          <w:spacing w:val="0"/>
        </w:rPr>
        <w:t xml:space="preserve"> </w:t>
      </w:r>
    </w:p>
    <w:p w:rsidR="00BC1507" w:rsidRPr="00D05C7D" w:rsidRDefault="00946781">
      <w:pPr>
        <w:jc w:val="both"/>
        <w:rPr>
          <w:spacing w:val="0"/>
        </w:rPr>
      </w:pPr>
      <w:r>
        <w:rPr>
          <w:spacing w:val="0"/>
        </w:rPr>
        <w:t>Toompuiestee 24,</w:t>
      </w:r>
      <w:r w:rsidR="00BC1507" w:rsidRPr="008C4BE6">
        <w:rPr>
          <w:spacing w:val="0"/>
        </w:rPr>
        <w:t xml:space="preserve"> Tallinn</w:t>
      </w:r>
      <w:r w:rsidR="00BC1507" w:rsidRPr="008C4BE6">
        <w:rPr>
          <w:spacing w:val="0"/>
        </w:rPr>
        <w:tab/>
      </w:r>
      <w:r w:rsidR="00BC1507" w:rsidRPr="008C4BE6">
        <w:rPr>
          <w:spacing w:val="0"/>
        </w:rPr>
        <w:tab/>
      </w:r>
      <w:r w:rsidR="00BC1507" w:rsidRPr="008C4BE6">
        <w:rPr>
          <w:spacing w:val="0"/>
        </w:rPr>
        <w:tab/>
      </w:r>
      <w:r w:rsidR="006573F6">
        <w:rPr>
          <w:spacing w:val="0"/>
        </w:rPr>
        <w:t xml:space="preserve"> Tartu mnt.2, Iisaku,</w:t>
      </w:r>
      <w:r w:rsidR="0010415C">
        <w:rPr>
          <w:spacing w:val="0"/>
        </w:rPr>
        <w:t xml:space="preserve"> </w:t>
      </w:r>
      <w:r w:rsidR="006573F6">
        <w:rPr>
          <w:spacing w:val="0"/>
        </w:rPr>
        <w:t>Ida-Virumaa</w:t>
      </w:r>
    </w:p>
    <w:p w:rsidR="00BC1507" w:rsidRPr="00D05C7D" w:rsidRDefault="00BC1507">
      <w:pPr>
        <w:jc w:val="both"/>
        <w:rPr>
          <w:spacing w:val="0"/>
        </w:rPr>
      </w:pPr>
      <w:r w:rsidRPr="008C4BE6">
        <w:rPr>
          <w:spacing w:val="0"/>
        </w:rPr>
        <w:t>RMK</w:t>
      </w:r>
      <w:r w:rsidR="00B1468C">
        <w:rPr>
          <w:spacing w:val="0"/>
        </w:rPr>
        <w:t xml:space="preserve"> Kinnisvaraosakond</w:t>
      </w:r>
      <w:r w:rsidR="00D05C7D">
        <w:rPr>
          <w:spacing w:val="0"/>
        </w:rPr>
        <w:tab/>
      </w:r>
      <w:r w:rsidR="00D05C7D">
        <w:rPr>
          <w:spacing w:val="0"/>
        </w:rPr>
        <w:tab/>
      </w:r>
      <w:r w:rsidR="006573F6">
        <w:rPr>
          <w:spacing w:val="0"/>
        </w:rPr>
        <w:t xml:space="preserve">             Tel:  53435802</w:t>
      </w:r>
    </w:p>
    <w:p w:rsidR="00BC1507" w:rsidRPr="00D05C7D" w:rsidRDefault="003E678E">
      <w:pPr>
        <w:spacing w:line="240" w:lineRule="exact"/>
        <w:jc w:val="both"/>
        <w:rPr>
          <w:spacing w:val="0"/>
        </w:rPr>
      </w:pPr>
      <w:r>
        <w:rPr>
          <w:iCs/>
          <w:spacing w:val="0"/>
        </w:rPr>
        <w:t>Toompuiestee 24, Tallinn</w:t>
      </w:r>
      <w:r w:rsidR="00BC1507" w:rsidRPr="008C4BE6">
        <w:rPr>
          <w:spacing w:val="0"/>
        </w:rPr>
        <w:t xml:space="preserve"> </w:t>
      </w:r>
      <w:r w:rsidR="00E55F0A">
        <w:rPr>
          <w:spacing w:val="0"/>
        </w:rPr>
        <w:tab/>
      </w:r>
      <w:r w:rsidR="00E55F0A">
        <w:rPr>
          <w:spacing w:val="0"/>
        </w:rPr>
        <w:tab/>
      </w:r>
      <w:r w:rsidR="00E55F0A">
        <w:rPr>
          <w:spacing w:val="0"/>
        </w:rPr>
        <w:tab/>
      </w:r>
      <w:r w:rsidR="00F76026">
        <w:rPr>
          <w:spacing w:val="0"/>
        </w:rPr>
        <w:t xml:space="preserve">             </w:t>
      </w:r>
    </w:p>
    <w:p w:rsidR="00C1452C" w:rsidRPr="00C1452C" w:rsidRDefault="00D05C7D">
      <w:pPr>
        <w:spacing w:line="240" w:lineRule="exact"/>
        <w:jc w:val="both"/>
        <w:rPr>
          <w:i/>
          <w:spacing w:val="0"/>
        </w:rPr>
      </w:pPr>
      <w:r>
        <w:rPr>
          <w:spacing w:val="0"/>
        </w:rPr>
        <w:t>Tel</w:t>
      </w:r>
      <w:r w:rsidR="00B1468C">
        <w:rPr>
          <w:spacing w:val="0"/>
        </w:rPr>
        <w:t xml:space="preserve"> 5119914</w:t>
      </w:r>
    </w:p>
    <w:p w:rsidR="00BC1507" w:rsidRPr="008C4BE6" w:rsidRDefault="001B68D1">
      <w:pPr>
        <w:tabs>
          <w:tab w:val="left" w:pos="4320"/>
        </w:tabs>
        <w:spacing w:line="240" w:lineRule="exact"/>
        <w:jc w:val="both"/>
        <w:rPr>
          <w:b/>
          <w:spacing w:val="0"/>
        </w:rPr>
      </w:pPr>
      <w:hyperlink r:id="rId8" w:history="1">
        <w:r w:rsidR="00F76026" w:rsidRPr="00BB7078">
          <w:rPr>
            <w:rStyle w:val="Hperlink"/>
            <w:b/>
            <w:spacing w:val="0"/>
          </w:rPr>
          <w:t>matti.molder@rmk.ee</w:t>
        </w:r>
      </w:hyperlink>
      <w:r w:rsidR="00F76026">
        <w:rPr>
          <w:b/>
          <w:spacing w:val="0"/>
        </w:rPr>
        <w:t xml:space="preserve">                       </w:t>
      </w:r>
      <w:r w:rsidR="006573F6">
        <w:rPr>
          <w:b/>
          <w:spacing w:val="0"/>
        </w:rPr>
        <w:t xml:space="preserve">            madis.arm@gmail.com</w:t>
      </w:r>
    </w:p>
    <w:p w:rsidR="00BC1507" w:rsidRPr="008C4BE6" w:rsidRDefault="00BC1507">
      <w:pPr>
        <w:tabs>
          <w:tab w:val="left" w:pos="4320"/>
        </w:tabs>
        <w:spacing w:line="240" w:lineRule="exact"/>
        <w:jc w:val="both"/>
        <w:rPr>
          <w:b/>
          <w:spacing w:val="0"/>
        </w:rPr>
      </w:pPr>
    </w:p>
    <w:p w:rsidR="00BC1507" w:rsidRPr="008C4BE6" w:rsidRDefault="00BC1507">
      <w:pPr>
        <w:tabs>
          <w:tab w:val="left" w:pos="4320"/>
        </w:tabs>
        <w:spacing w:line="240" w:lineRule="exact"/>
        <w:jc w:val="both"/>
        <w:rPr>
          <w:spacing w:val="0"/>
        </w:rPr>
      </w:pPr>
    </w:p>
    <w:p w:rsidR="002366E4" w:rsidRDefault="002366E4">
      <w:pPr>
        <w:tabs>
          <w:tab w:val="left" w:pos="4320"/>
        </w:tabs>
        <w:spacing w:line="240" w:lineRule="exact"/>
        <w:jc w:val="both"/>
        <w:rPr>
          <w:spacing w:val="0"/>
        </w:rPr>
      </w:pPr>
    </w:p>
    <w:p w:rsidR="002366E4" w:rsidRDefault="002366E4">
      <w:pPr>
        <w:tabs>
          <w:tab w:val="left" w:pos="4320"/>
        </w:tabs>
        <w:spacing w:line="240" w:lineRule="exact"/>
        <w:jc w:val="both"/>
        <w:rPr>
          <w:spacing w:val="0"/>
        </w:rPr>
      </w:pPr>
      <w:proofErr w:type="spellStart"/>
      <w:r>
        <w:rPr>
          <w:spacing w:val="0"/>
        </w:rPr>
        <w:t>………………………………</w:t>
      </w:r>
      <w:proofErr w:type="spellEnd"/>
      <w:r>
        <w:rPr>
          <w:spacing w:val="0"/>
        </w:rPr>
        <w:t xml:space="preserve">..                      </w:t>
      </w:r>
      <w:proofErr w:type="spellStart"/>
      <w:r>
        <w:rPr>
          <w:spacing w:val="0"/>
        </w:rPr>
        <w:t>………………………………………</w:t>
      </w:r>
      <w:proofErr w:type="spellEnd"/>
      <w:r>
        <w:rPr>
          <w:spacing w:val="0"/>
        </w:rPr>
        <w:t>.</w:t>
      </w:r>
    </w:p>
    <w:p w:rsidR="00BC1507" w:rsidRPr="008C4BE6" w:rsidRDefault="00F76026">
      <w:pPr>
        <w:tabs>
          <w:tab w:val="left" w:pos="4320"/>
        </w:tabs>
        <w:spacing w:line="240" w:lineRule="exact"/>
        <w:jc w:val="both"/>
        <w:rPr>
          <w:spacing w:val="0"/>
        </w:rPr>
      </w:pPr>
      <w:r>
        <w:rPr>
          <w:spacing w:val="0"/>
        </w:rPr>
        <w:t xml:space="preserve">Matti Mölder                                 </w:t>
      </w:r>
      <w:r w:rsidR="006573F6">
        <w:rPr>
          <w:spacing w:val="0"/>
        </w:rPr>
        <w:t xml:space="preserve">                 </w:t>
      </w:r>
      <w:proofErr w:type="spellStart"/>
      <w:r w:rsidR="006573F6">
        <w:rPr>
          <w:spacing w:val="0"/>
        </w:rPr>
        <w:t>Madest</w:t>
      </w:r>
      <w:proofErr w:type="spellEnd"/>
      <w:r w:rsidR="006573F6">
        <w:rPr>
          <w:spacing w:val="0"/>
        </w:rPr>
        <w:t xml:space="preserve"> OÜ</w:t>
      </w:r>
    </w:p>
    <w:p w:rsidR="00BC1507" w:rsidRPr="00D05C7D" w:rsidRDefault="00F76026">
      <w:pPr>
        <w:pStyle w:val="Pealkiri4"/>
        <w:ind w:left="0" w:firstLine="0"/>
        <w:jc w:val="both"/>
        <w:rPr>
          <w:b w:val="0"/>
          <w:bCs w:val="0"/>
          <w:i/>
          <w:iCs/>
          <w:szCs w:val="24"/>
        </w:rPr>
      </w:pPr>
      <w:r>
        <w:rPr>
          <w:b w:val="0"/>
          <w:bCs w:val="0"/>
          <w:iCs/>
          <w:szCs w:val="24"/>
        </w:rPr>
        <w:t>remondi –ja hooldusspetsialist</w:t>
      </w:r>
      <w:r w:rsidR="00BC1507" w:rsidRPr="008C4BE6">
        <w:rPr>
          <w:b w:val="0"/>
          <w:bCs w:val="0"/>
          <w:i/>
          <w:iCs/>
          <w:szCs w:val="24"/>
        </w:rPr>
        <w:tab/>
      </w:r>
      <w:r>
        <w:rPr>
          <w:b w:val="0"/>
          <w:bCs w:val="0"/>
          <w:i/>
          <w:iCs/>
          <w:szCs w:val="24"/>
        </w:rPr>
        <w:t xml:space="preserve">  </w:t>
      </w:r>
      <w:r w:rsidR="006573F6">
        <w:rPr>
          <w:b w:val="0"/>
          <w:bCs w:val="0"/>
          <w:i/>
          <w:iCs/>
          <w:szCs w:val="24"/>
        </w:rPr>
        <w:t xml:space="preserve">        juhatuse liige Madis Arm</w:t>
      </w:r>
    </w:p>
    <w:p w:rsidR="00BC1507" w:rsidRPr="008C4BE6" w:rsidRDefault="005A1CA9">
      <w:pPr>
        <w:pStyle w:val="Pealkiri2"/>
      </w:pPr>
      <w:r>
        <w:tab/>
      </w:r>
      <w:r>
        <w:tab/>
      </w:r>
      <w:r>
        <w:tab/>
      </w:r>
      <w:r>
        <w:tab/>
      </w:r>
      <w:r>
        <w:tab/>
      </w:r>
      <w:r w:rsidR="00D05C7D">
        <w:t xml:space="preserve">                                </w:t>
      </w:r>
      <w:r w:rsidR="00F76026">
        <w:t xml:space="preserve">                   </w:t>
      </w:r>
    </w:p>
    <w:sectPr w:rsidR="00BC1507" w:rsidRPr="008C4BE6" w:rsidSect="00AE1EC3">
      <w:headerReference w:type="even" r:id="rId9"/>
      <w:headerReference w:type="default" r:id="rId10"/>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8D1" w:rsidRDefault="001B68D1">
      <w:r>
        <w:separator/>
      </w:r>
    </w:p>
  </w:endnote>
  <w:endnote w:type="continuationSeparator" w:id="0">
    <w:p w:rsidR="001B68D1" w:rsidRDefault="001B6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8D1" w:rsidRDefault="001B68D1">
      <w:r>
        <w:separator/>
      </w:r>
    </w:p>
  </w:footnote>
  <w:footnote w:type="continuationSeparator" w:id="0">
    <w:p w:rsidR="001B68D1" w:rsidRDefault="001B6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5D6F05" w:rsidRDefault="005D6F05">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179C0">
      <w:rPr>
        <w:rStyle w:val="Lehekljenumber"/>
        <w:noProof/>
      </w:rPr>
      <w:t>3</w:t>
    </w:r>
    <w:r>
      <w:rPr>
        <w:rStyle w:val="Lehekljenumber"/>
      </w:rPr>
      <w:fldChar w:fldCharType="end"/>
    </w:r>
  </w:p>
  <w:p w:rsidR="005D6F05" w:rsidRPr="00C70CB6" w:rsidRDefault="005D6F05" w:rsidP="002C3146">
    <w:pPr>
      <w:pStyle w:val="Pi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17DAD"/>
    <w:multiLevelType w:val="multilevel"/>
    <w:tmpl w:val="A67C521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2B"/>
    <w:rsid w:val="000121D0"/>
    <w:rsid w:val="000135EC"/>
    <w:rsid w:val="00025B15"/>
    <w:rsid w:val="000414C4"/>
    <w:rsid w:val="00047690"/>
    <w:rsid w:val="000577C6"/>
    <w:rsid w:val="000A2CE1"/>
    <w:rsid w:val="000C0E7E"/>
    <w:rsid w:val="000E4F0C"/>
    <w:rsid w:val="000E7D1A"/>
    <w:rsid w:val="0010415C"/>
    <w:rsid w:val="0011341A"/>
    <w:rsid w:val="001215D4"/>
    <w:rsid w:val="00146676"/>
    <w:rsid w:val="001472CB"/>
    <w:rsid w:val="00156D0F"/>
    <w:rsid w:val="00164EB9"/>
    <w:rsid w:val="00181AE6"/>
    <w:rsid w:val="001840F4"/>
    <w:rsid w:val="001A7EB1"/>
    <w:rsid w:val="001B68D1"/>
    <w:rsid w:val="001D168A"/>
    <w:rsid w:val="001D7120"/>
    <w:rsid w:val="001E1AC3"/>
    <w:rsid w:val="001E5223"/>
    <w:rsid w:val="002366E4"/>
    <w:rsid w:val="00236EB4"/>
    <w:rsid w:val="00264F32"/>
    <w:rsid w:val="00270B88"/>
    <w:rsid w:val="00290025"/>
    <w:rsid w:val="002A0E15"/>
    <w:rsid w:val="002C3146"/>
    <w:rsid w:val="002E6556"/>
    <w:rsid w:val="002E75FC"/>
    <w:rsid w:val="002F18C0"/>
    <w:rsid w:val="0030026D"/>
    <w:rsid w:val="003179C0"/>
    <w:rsid w:val="003219D8"/>
    <w:rsid w:val="00321F73"/>
    <w:rsid w:val="00341713"/>
    <w:rsid w:val="00350444"/>
    <w:rsid w:val="00352976"/>
    <w:rsid w:val="00361182"/>
    <w:rsid w:val="00366C6F"/>
    <w:rsid w:val="00376768"/>
    <w:rsid w:val="003A1F7E"/>
    <w:rsid w:val="003A5F4A"/>
    <w:rsid w:val="003E678E"/>
    <w:rsid w:val="003F23C5"/>
    <w:rsid w:val="004145E9"/>
    <w:rsid w:val="00457AEB"/>
    <w:rsid w:val="00476757"/>
    <w:rsid w:val="00480CC4"/>
    <w:rsid w:val="00492629"/>
    <w:rsid w:val="004A5F5E"/>
    <w:rsid w:val="004D4591"/>
    <w:rsid w:val="004D5B69"/>
    <w:rsid w:val="004F4F5F"/>
    <w:rsid w:val="0050395E"/>
    <w:rsid w:val="00510955"/>
    <w:rsid w:val="00512519"/>
    <w:rsid w:val="00551042"/>
    <w:rsid w:val="0055145B"/>
    <w:rsid w:val="0055711D"/>
    <w:rsid w:val="00557C70"/>
    <w:rsid w:val="005877B0"/>
    <w:rsid w:val="005A1CA9"/>
    <w:rsid w:val="005A68F2"/>
    <w:rsid w:val="005B2D79"/>
    <w:rsid w:val="005D347E"/>
    <w:rsid w:val="005D6F05"/>
    <w:rsid w:val="005F07A1"/>
    <w:rsid w:val="00604B1A"/>
    <w:rsid w:val="00604E73"/>
    <w:rsid w:val="00607CC4"/>
    <w:rsid w:val="0061080A"/>
    <w:rsid w:val="0063054E"/>
    <w:rsid w:val="0064159D"/>
    <w:rsid w:val="00641F20"/>
    <w:rsid w:val="00643277"/>
    <w:rsid w:val="00647654"/>
    <w:rsid w:val="006573F6"/>
    <w:rsid w:val="006A1418"/>
    <w:rsid w:val="006C1E62"/>
    <w:rsid w:val="006D0AD9"/>
    <w:rsid w:val="006F620E"/>
    <w:rsid w:val="00713FD2"/>
    <w:rsid w:val="00714E0F"/>
    <w:rsid w:val="00742D5F"/>
    <w:rsid w:val="007543D9"/>
    <w:rsid w:val="00761511"/>
    <w:rsid w:val="00763BB3"/>
    <w:rsid w:val="007A6C16"/>
    <w:rsid w:val="007B718A"/>
    <w:rsid w:val="007F0A8F"/>
    <w:rsid w:val="008166C8"/>
    <w:rsid w:val="00827963"/>
    <w:rsid w:val="00841550"/>
    <w:rsid w:val="00855043"/>
    <w:rsid w:val="008554E5"/>
    <w:rsid w:val="00867F97"/>
    <w:rsid w:val="0087232B"/>
    <w:rsid w:val="008A2C3F"/>
    <w:rsid w:val="008B60E3"/>
    <w:rsid w:val="008C4BE6"/>
    <w:rsid w:val="008E682E"/>
    <w:rsid w:val="009008B3"/>
    <w:rsid w:val="009103CE"/>
    <w:rsid w:val="009334C6"/>
    <w:rsid w:val="00946781"/>
    <w:rsid w:val="00963739"/>
    <w:rsid w:val="009B0614"/>
    <w:rsid w:val="009D3D72"/>
    <w:rsid w:val="00A00A1C"/>
    <w:rsid w:val="00A050F6"/>
    <w:rsid w:val="00A20A87"/>
    <w:rsid w:val="00A3137D"/>
    <w:rsid w:val="00A3152D"/>
    <w:rsid w:val="00A5592E"/>
    <w:rsid w:val="00A728B9"/>
    <w:rsid w:val="00AA0F3C"/>
    <w:rsid w:val="00AD598A"/>
    <w:rsid w:val="00AD7C75"/>
    <w:rsid w:val="00AE1EC3"/>
    <w:rsid w:val="00AE4EB4"/>
    <w:rsid w:val="00AF675D"/>
    <w:rsid w:val="00B1154A"/>
    <w:rsid w:val="00B1468C"/>
    <w:rsid w:val="00B32C62"/>
    <w:rsid w:val="00B34C4D"/>
    <w:rsid w:val="00B63CDB"/>
    <w:rsid w:val="00B83414"/>
    <w:rsid w:val="00BC1507"/>
    <w:rsid w:val="00C1452C"/>
    <w:rsid w:val="00C20B65"/>
    <w:rsid w:val="00C6417A"/>
    <w:rsid w:val="00C70CB6"/>
    <w:rsid w:val="00C86C9E"/>
    <w:rsid w:val="00CC12C2"/>
    <w:rsid w:val="00CD3E9F"/>
    <w:rsid w:val="00CF6053"/>
    <w:rsid w:val="00D05C7D"/>
    <w:rsid w:val="00D461C1"/>
    <w:rsid w:val="00D51573"/>
    <w:rsid w:val="00D614E1"/>
    <w:rsid w:val="00D714BA"/>
    <w:rsid w:val="00D73B3F"/>
    <w:rsid w:val="00D76FB7"/>
    <w:rsid w:val="00D77C2B"/>
    <w:rsid w:val="00E14F26"/>
    <w:rsid w:val="00E217C3"/>
    <w:rsid w:val="00E51EA2"/>
    <w:rsid w:val="00E55F0A"/>
    <w:rsid w:val="00E61A0C"/>
    <w:rsid w:val="00E93CCF"/>
    <w:rsid w:val="00EF5323"/>
    <w:rsid w:val="00F14F70"/>
    <w:rsid w:val="00F16A4A"/>
    <w:rsid w:val="00F21028"/>
    <w:rsid w:val="00F2698B"/>
    <w:rsid w:val="00F60906"/>
    <w:rsid w:val="00F76026"/>
    <w:rsid w:val="00F77208"/>
    <w:rsid w:val="00F938AF"/>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paragraph" w:styleId="Loendilik">
    <w:name w:val="List Paragraph"/>
    <w:basedOn w:val="Normaallaad"/>
    <w:uiPriority w:val="34"/>
    <w:qFormat/>
    <w:rsid w:val="0064159D"/>
    <w:pPr>
      <w:ind w:left="720"/>
      <w:contextualSpacing/>
    </w:pPr>
  </w:style>
  <w:style w:type="character" w:styleId="Hperlink">
    <w:name w:val="Hyperlink"/>
    <w:basedOn w:val="Liguvaikefont"/>
    <w:rsid w:val="00F76026"/>
    <w:rPr>
      <w:color w:val="0000FF" w:themeColor="hyperlink"/>
      <w:u w:val="single"/>
    </w:rPr>
  </w:style>
  <w:style w:type="paragraph" w:styleId="Jutumullitekst">
    <w:name w:val="Balloon Text"/>
    <w:basedOn w:val="Normaallaad"/>
    <w:link w:val="JutumullitekstMrk"/>
    <w:rsid w:val="0011341A"/>
    <w:rPr>
      <w:rFonts w:ascii="Tahoma" w:hAnsi="Tahoma" w:cs="Tahoma"/>
      <w:sz w:val="16"/>
      <w:szCs w:val="16"/>
    </w:rPr>
  </w:style>
  <w:style w:type="character" w:customStyle="1" w:styleId="JutumullitekstMrk">
    <w:name w:val="Jutumullitekst Märk"/>
    <w:basedOn w:val="Liguvaikefont"/>
    <w:link w:val="Jutumullitekst"/>
    <w:rsid w:val="0011341A"/>
    <w:rPr>
      <w:rFonts w:ascii="Tahoma" w:hAnsi="Tahoma" w:cs="Tahoma"/>
      <w:spacing w:val="-2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iitel">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paragraph" w:styleId="Loendilik">
    <w:name w:val="List Paragraph"/>
    <w:basedOn w:val="Normaallaad"/>
    <w:uiPriority w:val="34"/>
    <w:qFormat/>
    <w:rsid w:val="0064159D"/>
    <w:pPr>
      <w:ind w:left="720"/>
      <w:contextualSpacing/>
    </w:pPr>
  </w:style>
  <w:style w:type="character" w:styleId="Hperlink">
    <w:name w:val="Hyperlink"/>
    <w:basedOn w:val="Liguvaikefont"/>
    <w:rsid w:val="00F76026"/>
    <w:rPr>
      <w:color w:val="0000FF" w:themeColor="hyperlink"/>
      <w:u w:val="single"/>
    </w:rPr>
  </w:style>
  <w:style w:type="paragraph" w:styleId="Jutumullitekst">
    <w:name w:val="Balloon Text"/>
    <w:basedOn w:val="Normaallaad"/>
    <w:link w:val="JutumullitekstMrk"/>
    <w:rsid w:val="0011341A"/>
    <w:rPr>
      <w:rFonts w:ascii="Tahoma" w:hAnsi="Tahoma" w:cs="Tahoma"/>
      <w:sz w:val="16"/>
      <w:szCs w:val="16"/>
    </w:rPr>
  </w:style>
  <w:style w:type="character" w:customStyle="1" w:styleId="JutumullitekstMrk">
    <w:name w:val="Jutumullitekst Märk"/>
    <w:basedOn w:val="Liguvaikefont"/>
    <w:link w:val="Jutumullitekst"/>
    <w:rsid w:val="0011341A"/>
    <w:rPr>
      <w:rFonts w:ascii="Tahoma" w:hAnsi="Tahoma" w:cs="Tahoma"/>
      <w:spacing w:val="-2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molder@rmk.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im\AppData\Local\Microsoft\Windows\Temporary%20Internet%20Files\Content.IE5\6SHPCNSY\t&#214;&#214;v&#213;tuleping.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Template>
  <TotalTime>1</TotalTime>
  <Pages>1</Pages>
  <Words>1159</Words>
  <Characters>6728</Characters>
  <Application>Microsoft Office Word</Application>
  <DocSecurity>0</DocSecurity>
  <Lines>56</Lines>
  <Paragraphs>15</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TÖÖVÕTULEPING nr</vt:lpstr>
      <vt:lpstr>TÖÖVÕTULEPING nr</vt:lpstr>
    </vt:vector>
  </TitlesOfParts>
  <Company>RMK</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Matti Mölder</dc:creator>
  <cp:lastModifiedBy>RMK</cp:lastModifiedBy>
  <cp:revision>4</cp:revision>
  <cp:lastPrinted>2013-11-19T10:41:00Z</cp:lastPrinted>
  <dcterms:created xsi:type="dcterms:W3CDTF">2016-09-09T06:03:00Z</dcterms:created>
  <dcterms:modified xsi:type="dcterms:W3CDTF">2016-09-09T06:04:00Z</dcterms:modified>
</cp:coreProperties>
</file>